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71838" w14:textId="77777777" w:rsidR="006E5D65" w:rsidRPr="00E00202" w:rsidRDefault="00997F14" w:rsidP="002D3375">
      <w:pPr>
        <w:spacing w:line="240" w:lineRule="auto"/>
        <w:jc w:val="right"/>
        <w:rPr>
          <w:rFonts w:ascii="Times New Roman" w:hAnsi="Times New Roman"/>
          <w:bCs/>
          <w:i/>
        </w:rPr>
      </w:pPr>
      <w:r w:rsidRPr="00E00202">
        <w:rPr>
          <w:rFonts w:ascii="Times New Roman" w:hAnsi="Times New Roman"/>
          <w:b/>
          <w:bCs/>
        </w:rPr>
        <w:t xml:space="preserve">   </w:t>
      </w:r>
      <w:r w:rsidR="00CD6897" w:rsidRPr="00E00202">
        <w:rPr>
          <w:rFonts w:ascii="Times New Roman" w:hAnsi="Times New Roman"/>
          <w:b/>
          <w:bCs/>
        </w:rPr>
        <w:tab/>
      </w:r>
      <w:r w:rsidR="00CD6897" w:rsidRPr="00E00202">
        <w:rPr>
          <w:rFonts w:ascii="Times New Roman" w:hAnsi="Times New Roman"/>
          <w:b/>
          <w:bCs/>
        </w:rPr>
        <w:tab/>
      </w:r>
      <w:r w:rsidR="00CD6897" w:rsidRPr="00E00202">
        <w:rPr>
          <w:rFonts w:ascii="Times New Roman" w:hAnsi="Times New Roman"/>
          <w:b/>
          <w:bCs/>
        </w:rPr>
        <w:tab/>
      </w:r>
      <w:r w:rsidR="00CD6897" w:rsidRPr="00E00202">
        <w:rPr>
          <w:rFonts w:ascii="Times New Roman" w:hAnsi="Times New Roman"/>
          <w:b/>
          <w:bCs/>
        </w:rPr>
        <w:tab/>
      </w:r>
      <w:r w:rsidR="00CD6897" w:rsidRPr="00E00202">
        <w:rPr>
          <w:rFonts w:ascii="Times New Roman" w:hAnsi="Times New Roman"/>
          <w:b/>
          <w:bCs/>
        </w:rPr>
        <w:tab/>
      </w:r>
      <w:r w:rsidR="00CD6897" w:rsidRPr="00E00202">
        <w:rPr>
          <w:rFonts w:ascii="Times New Roman" w:hAnsi="Times New Roman"/>
          <w:b/>
          <w:bCs/>
        </w:rPr>
        <w:tab/>
      </w:r>
      <w:r w:rsidR="00D8678B" w:rsidRPr="00E00202">
        <w:rPr>
          <w:rFonts w:ascii="Times New Roman" w:hAnsi="Times New Roman"/>
          <w:bCs/>
          <w:i/>
        </w:rPr>
        <w:t xml:space="preserve">Załącznik nr </w:t>
      </w:r>
      <w:r w:rsidR="006F31E2" w:rsidRPr="00E00202">
        <w:rPr>
          <w:rFonts w:ascii="Times New Roman" w:hAnsi="Times New Roman"/>
          <w:bCs/>
          <w:i/>
        </w:rPr>
        <w:t>1.5</w:t>
      </w:r>
      <w:r w:rsidR="00D8678B" w:rsidRPr="00E00202">
        <w:rPr>
          <w:rFonts w:ascii="Times New Roman" w:hAnsi="Times New Roman"/>
          <w:bCs/>
          <w:i/>
        </w:rPr>
        <w:t xml:space="preserve"> do Zarządzenia</w:t>
      </w:r>
      <w:r w:rsidR="002A22BF" w:rsidRPr="00E00202">
        <w:rPr>
          <w:rFonts w:ascii="Times New Roman" w:hAnsi="Times New Roman"/>
          <w:bCs/>
          <w:i/>
        </w:rPr>
        <w:t xml:space="preserve"> Rektora UR </w:t>
      </w:r>
      <w:r w:rsidR="00CD6897" w:rsidRPr="00E00202">
        <w:rPr>
          <w:rFonts w:ascii="Times New Roman" w:hAnsi="Times New Roman"/>
          <w:bCs/>
          <w:i/>
        </w:rPr>
        <w:t xml:space="preserve"> nr </w:t>
      </w:r>
      <w:r w:rsidR="00F17567" w:rsidRPr="00E00202">
        <w:rPr>
          <w:rFonts w:ascii="Times New Roman" w:hAnsi="Times New Roman"/>
          <w:bCs/>
          <w:i/>
        </w:rPr>
        <w:t>12/2019</w:t>
      </w:r>
    </w:p>
    <w:p w14:paraId="77F8E0C0" w14:textId="77777777" w:rsidR="0085747A" w:rsidRPr="00E00202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</w:rPr>
      </w:pPr>
      <w:r w:rsidRPr="00E00202">
        <w:rPr>
          <w:rFonts w:ascii="Times New Roman" w:hAnsi="Times New Roman"/>
          <w:b/>
          <w:smallCaps/>
          <w:sz w:val="24"/>
        </w:rPr>
        <w:t>SYLABUS</w:t>
      </w:r>
    </w:p>
    <w:p w14:paraId="21D31FBC" w14:textId="5A524B91" w:rsidR="0085747A" w:rsidRPr="00E00202" w:rsidRDefault="0071620A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</w:rPr>
      </w:pPr>
      <w:r w:rsidRPr="00E00202">
        <w:rPr>
          <w:rFonts w:ascii="Times New Roman" w:hAnsi="Times New Roman"/>
          <w:b/>
          <w:smallCaps/>
          <w:sz w:val="24"/>
        </w:rPr>
        <w:t>dotyczy cyklu kształcenia</w:t>
      </w:r>
      <w:r w:rsidR="0085747A" w:rsidRPr="00E00202">
        <w:rPr>
          <w:rFonts w:ascii="Times New Roman" w:hAnsi="Times New Roman"/>
          <w:b/>
          <w:smallCaps/>
          <w:sz w:val="24"/>
        </w:rPr>
        <w:t xml:space="preserve"> </w:t>
      </w:r>
      <w:r w:rsidR="00E066F7" w:rsidRPr="00E00202">
        <w:rPr>
          <w:rFonts w:ascii="Times New Roman" w:hAnsi="Times New Roman"/>
          <w:smallCaps/>
          <w:sz w:val="24"/>
        </w:rPr>
        <w:t>2019-2022</w:t>
      </w:r>
    </w:p>
    <w:p w14:paraId="3B753E0C" w14:textId="0197599C" w:rsidR="0085747A" w:rsidRPr="00E00202" w:rsidRDefault="00EA4832" w:rsidP="00EA4832">
      <w:pPr>
        <w:spacing w:after="0" w:line="240" w:lineRule="exact"/>
        <w:jc w:val="both"/>
        <w:rPr>
          <w:rFonts w:ascii="Times New Roman" w:hAnsi="Times New Roman"/>
        </w:rPr>
      </w:pPr>
      <w:r w:rsidRPr="00E00202">
        <w:rPr>
          <w:rFonts w:ascii="Times New Roman" w:hAnsi="Times New Roman"/>
          <w:i/>
        </w:rPr>
        <w:t xml:space="preserve">                                                                                                             </w:t>
      </w:r>
    </w:p>
    <w:p w14:paraId="1B51988A" w14:textId="3D463436" w:rsidR="0085747A" w:rsidRPr="00E00202" w:rsidRDefault="00445970" w:rsidP="00932C9C">
      <w:pPr>
        <w:spacing w:after="0" w:line="240" w:lineRule="exact"/>
        <w:jc w:val="both"/>
        <w:rPr>
          <w:rFonts w:ascii="Times New Roman" w:hAnsi="Times New Roman"/>
        </w:rPr>
      </w:pPr>
      <w:r w:rsidRPr="00E00202">
        <w:rPr>
          <w:rFonts w:ascii="Times New Roman" w:hAnsi="Times New Roman"/>
        </w:rPr>
        <w:tab/>
      </w:r>
      <w:r w:rsidRPr="00E00202">
        <w:rPr>
          <w:rFonts w:ascii="Times New Roman" w:hAnsi="Times New Roman"/>
        </w:rPr>
        <w:tab/>
      </w:r>
      <w:r w:rsidRPr="00E00202">
        <w:rPr>
          <w:rFonts w:ascii="Times New Roman" w:hAnsi="Times New Roman"/>
        </w:rPr>
        <w:tab/>
      </w:r>
      <w:r w:rsidRPr="00E00202">
        <w:rPr>
          <w:rFonts w:ascii="Times New Roman" w:hAnsi="Times New Roman"/>
        </w:rPr>
        <w:tab/>
        <w:t xml:space="preserve">Rok akademicki   </w:t>
      </w:r>
      <w:r w:rsidR="00932C9C" w:rsidRPr="00E00202">
        <w:rPr>
          <w:rFonts w:ascii="Times New Roman" w:hAnsi="Times New Roman"/>
        </w:rPr>
        <w:t>2019/2020, 2020/2021</w:t>
      </w:r>
    </w:p>
    <w:p w14:paraId="494DCBB7" w14:textId="77777777" w:rsidR="00932C9C" w:rsidRPr="00E00202" w:rsidRDefault="00932C9C" w:rsidP="00932C9C">
      <w:pPr>
        <w:spacing w:after="0" w:line="240" w:lineRule="exact"/>
        <w:jc w:val="both"/>
        <w:rPr>
          <w:rFonts w:ascii="Times New Roman" w:hAnsi="Times New Roman"/>
        </w:rPr>
      </w:pPr>
    </w:p>
    <w:p w14:paraId="2455A347" w14:textId="5B1AEB10" w:rsidR="0085747A" w:rsidRDefault="0085747A" w:rsidP="00E00202">
      <w:pPr>
        <w:pStyle w:val="Punktygwne"/>
        <w:numPr>
          <w:ilvl w:val="0"/>
          <w:numId w:val="2"/>
        </w:numPr>
        <w:spacing w:before="0" w:after="0"/>
        <w:rPr>
          <w:sz w:val="22"/>
        </w:rPr>
      </w:pPr>
      <w:r w:rsidRPr="00E00202">
        <w:rPr>
          <w:sz w:val="22"/>
        </w:rPr>
        <w:t xml:space="preserve">Podstawowe </w:t>
      </w:r>
      <w:r w:rsidR="00445970" w:rsidRPr="00E00202">
        <w:rPr>
          <w:sz w:val="22"/>
        </w:rPr>
        <w:t>informacje o przedmiocie</w:t>
      </w:r>
    </w:p>
    <w:p w14:paraId="15F10A0A" w14:textId="77777777" w:rsidR="00E00202" w:rsidRPr="00E00202" w:rsidRDefault="00E00202" w:rsidP="00E00202">
      <w:pPr>
        <w:pStyle w:val="Punktygwne"/>
        <w:spacing w:before="0" w:after="0"/>
        <w:ind w:left="720"/>
        <w:rPr>
          <w:color w:val="0070C0"/>
          <w:sz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00202" w14:paraId="00E385CF" w14:textId="77777777" w:rsidTr="00B819C8">
        <w:tc>
          <w:tcPr>
            <w:tcW w:w="2694" w:type="dxa"/>
            <w:vAlign w:val="center"/>
          </w:tcPr>
          <w:p w14:paraId="046596AA" w14:textId="77777777" w:rsidR="0085747A" w:rsidRPr="00E0020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E00202">
              <w:rPr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51B041" w14:textId="2DAED6BA" w:rsidR="0085747A" w:rsidRPr="00E00202" w:rsidRDefault="00176858" w:rsidP="009C54AE">
            <w:pPr>
              <w:pStyle w:val="Odpowiedzi"/>
              <w:spacing w:before="100" w:beforeAutospacing="1" w:after="100" w:afterAutospacing="1"/>
              <w:rPr>
                <w:sz w:val="22"/>
              </w:rPr>
            </w:pPr>
            <w:r w:rsidRPr="00E00202">
              <w:rPr>
                <w:sz w:val="22"/>
              </w:rPr>
              <w:t>Język obcy z terminologią specjalistyczną – język angielski</w:t>
            </w:r>
          </w:p>
        </w:tc>
      </w:tr>
      <w:tr w:rsidR="0085747A" w:rsidRPr="00E00202" w14:paraId="687EA7E7" w14:textId="77777777" w:rsidTr="00B819C8">
        <w:tc>
          <w:tcPr>
            <w:tcW w:w="2694" w:type="dxa"/>
            <w:vAlign w:val="center"/>
          </w:tcPr>
          <w:p w14:paraId="339101A9" w14:textId="77777777" w:rsidR="0085747A" w:rsidRPr="00E0020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E00202">
              <w:rPr>
                <w:sz w:val="22"/>
                <w:szCs w:val="22"/>
              </w:rPr>
              <w:t>Kod przedmiotu</w:t>
            </w:r>
            <w:r w:rsidR="0085747A" w:rsidRPr="00E00202">
              <w:rPr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14:paraId="5CF9715B" w14:textId="11248761" w:rsidR="0085747A" w:rsidRPr="00E00202" w:rsidRDefault="00E00202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-</w:t>
            </w:r>
          </w:p>
        </w:tc>
      </w:tr>
      <w:tr w:rsidR="0085747A" w:rsidRPr="00E00202" w14:paraId="5EB3E15A" w14:textId="77777777" w:rsidTr="00B819C8">
        <w:tc>
          <w:tcPr>
            <w:tcW w:w="2694" w:type="dxa"/>
            <w:vAlign w:val="center"/>
          </w:tcPr>
          <w:p w14:paraId="5DFC4A64" w14:textId="77777777" w:rsidR="0085747A" w:rsidRPr="00E00202" w:rsidRDefault="0085747A" w:rsidP="00EA4832">
            <w:pPr>
              <w:pStyle w:val="Pytania"/>
              <w:spacing w:before="0" w:after="0" w:line="240" w:lineRule="exact"/>
              <w:jc w:val="left"/>
              <w:rPr>
                <w:sz w:val="22"/>
                <w:szCs w:val="22"/>
              </w:rPr>
            </w:pPr>
            <w:r w:rsidRPr="00E00202">
              <w:rPr>
                <w:sz w:val="22"/>
                <w:szCs w:val="22"/>
              </w:rPr>
              <w:t>nazwa</w:t>
            </w:r>
            <w:r w:rsidR="00C05F44" w:rsidRPr="00E00202">
              <w:rPr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2BED9BC" w14:textId="33261553" w:rsidR="0085747A" w:rsidRPr="00E00202" w:rsidRDefault="00E066F7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E00202">
              <w:rPr>
                <w:b w:val="0"/>
                <w:sz w:val="22"/>
              </w:rPr>
              <w:t xml:space="preserve">Kolegium Nauk Społecznych </w:t>
            </w:r>
          </w:p>
        </w:tc>
      </w:tr>
      <w:tr w:rsidR="0085747A" w:rsidRPr="00E00202" w14:paraId="067ADC1E" w14:textId="77777777" w:rsidTr="00B819C8">
        <w:tc>
          <w:tcPr>
            <w:tcW w:w="2694" w:type="dxa"/>
            <w:vAlign w:val="center"/>
          </w:tcPr>
          <w:p w14:paraId="35D934A7" w14:textId="77777777" w:rsidR="0085747A" w:rsidRPr="00E0020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E00202">
              <w:rPr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8C5C747" w14:textId="7C2C5D11" w:rsidR="0085747A" w:rsidRPr="00E00202" w:rsidRDefault="00553306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E00202" w14:paraId="32592B7C" w14:textId="77777777" w:rsidTr="00B819C8">
        <w:tc>
          <w:tcPr>
            <w:tcW w:w="2694" w:type="dxa"/>
            <w:vAlign w:val="center"/>
          </w:tcPr>
          <w:p w14:paraId="325B1EE6" w14:textId="77777777" w:rsidR="0085747A" w:rsidRPr="00E0020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E00202">
              <w:rPr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BD39A4" w14:textId="4A463EEA" w:rsidR="0085747A" w:rsidRPr="00E00202" w:rsidRDefault="006B2962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E00202">
              <w:rPr>
                <w:b w:val="0"/>
                <w:sz w:val="22"/>
              </w:rPr>
              <w:t>Nauki o rodzinie</w:t>
            </w:r>
          </w:p>
        </w:tc>
      </w:tr>
      <w:tr w:rsidR="0085747A" w:rsidRPr="00E00202" w14:paraId="66116839" w14:textId="77777777" w:rsidTr="00B819C8">
        <w:tc>
          <w:tcPr>
            <w:tcW w:w="2694" w:type="dxa"/>
            <w:vAlign w:val="center"/>
          </w:tcPr>
          <w:p w14:paraId="21E604E6" w14:textId="77777777" w:rsidR="0085747A" w:rsidRPr="00E0020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E00202">
              <w:rPr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0569EA9" w14:textId="7EEBD325" w:rsidR="0085747A" w:rsidRPr="00E00202" w:rsidRDefault="00254EE0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E00202">
              <w:rPr>
                <w:b w:val="0"/>
                <w:sz w:val="22"/>
              </w:rPr>
              <w:t>I</w:t>
            </w:r>
          </w:p>
        </w:tc>
      </w:tr>
      <w:tr w:rsidR="0085747A" w:rsidRPr="00E00202" w14:paraId="54E42762" w14:textId="77777777" w:rsidTr="00B819C8">
        <w:tc>
          <w:tcPr>
            <w:tcW w:w="2694" w:type="dxa"/>
            <w:vAlign w:val="center"/>
          </w:tcPr>
          <w:p w14:paraId="44D840B4" w14:textId="77777777" w:rsidR="0085747A" w:rsidRPr="00E0020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E00202">
              <w:rPr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14:paraId="373705BE" w14:textId="30B507B1" w:rsidR="0085747A" w:rsidRPr="00E00202" w:rsidRDefault="006B2962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E00202">
              <w:rPr>
                <w:b w:val="0"/>
                <w:sz w:val="22"/>
              </w:rPr>
              <w:t>praktyczny</w:t>
            </w:r>
          </w:p>
        </w:tc>
      </w:tr>
      <w:tr w:rsidR="0085747A" w:rsidRPr="00E00202" w14:paraId="40D05072" w14:textId="77777777" w:rsidTr="00B819C8">
        <w:tc>
          <w:tcPr>
            <w:tcW w:w="2694" w:type="dxa"/>
            <w:vAlign w:val="center"/>
          </w:tcPr>
          <w:p w14:paraId="4FC7C0E1" w14:textId="77777777" w:rsidR="0085747A" w:rsidRPr="00E0020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E00202">
              <w:rPr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3F4F41" w14:textId="786EB600" w:rsidR="0085747A" w:rsidRPr="00E00202" w:rsidRDefault="006B2962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E00202">
              <w:rPr>
                <w:b w:val="0"/>
                <w:sz w:val="22"/>
              </w:rPr>
              <w:t>stacjonarne</w:t>
            </w:r>
          </w:p>
        </w:tc>
      </w:tr>
      <w:tr w:rsidR="0085747A" w:rsidRPr="00E00202" w14:paraId="29DE6017" w14:textId="77777777" w:rsidTr="00B819C8">
        <w:tc>
          <w:tcPr>
            <w:tcW w:w="2694" w:type="dxa"/>
            <w:vAlign w:val="center"/>
          </w:tcPr>
          <w:p w14:paraId="12AB0B78" w14:textId="77777777" w:rsidR="0085747A" w:rsidRPr="00E0020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E00202">
              <w:rPr>
                <w:sz w:val="22"/>
                <w:szCs w:val="22"/>
              </w:rPr>
              <w:t>Rok i semestr</w:t>
            </w:r>
            <w:r w:rsidR="0030395F" w:rsidRPr="00E00202">
              <w:rPr>
                <w:sz w:val="22"/>
                <w:szCs w:val="22"/>
              </w:rPr>
              <w:t>/y</w:t>
            </w:r>
            <w:r w:rsidRPr="00E00202">
              <w:rPr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6E3BD34" w14:textId="2A2DAF20" w:rsidR="0085747A" w:rsidRPr="00E00202" w:rsidRDefault="00254EE0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E00202">
              <w:rPr>
                <w:b w:val="0"/>
                <w:sz w:val="22"/>
              </w:rPr>
              <w:t>Rok I, II, semestr 1, 2, 3, 4</w:t>
            </w:r>
          </w:p>
        </w:tc>
      </w:tr>
      <w:tr w:rsidR="0085747A" w:rsidRPr="00E00202" w14:paraId="516899EE" w14:textId="77777777" w:rsidTr="00B819C8">
        <w:tc>
          <w:tcPr>
            <w:tcW w:w="2694" w:type="dxa"/>
            <w:vAlign w:val="center"/>
          </w:tcPr>
          <w:p w14:paraId="531910EB" w14:textId="77777777" w:rsidR="0085747A" w:rsidRPr="00E0020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E00202">
              <w:rPr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3AAFAEA" w14:textId="1D6F584C" w:rsidR="0085747A" w:rsidRPr="00E00202" w:rsidRDefault="00254EE0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E00202">
              <w:rPr>
                <w:b w:val="0"/>
                <w:sz w:val="22"/>
              </w:rPr>
              <w:t>p</w:t>
            </w:r>
            <w:r w:rsidR="006B2962" w:rsidRPr="00E00202">
              <w:rPr>
                <w:b w:val="0"/>
                <w:sz w:val="22"/>
              </w:rPr>
              <w:t>rzedmiot</w:t>
            </w:r>
            <w:r w:rsidRPr="00E00202">
              <w:rPr>
                <w:b w:val="0"/>
                <w:sz w:val="22"/>
              </w:rPr>
              <w:t xml:space="preserve">y </w:t>
            </w:r>
            <w:r w:rsidR="006B2962" w:rsidRPr="00E00202">
              <w:rPr>
                <w:b w:val="0"/>
                <w:sz w:val="22"/>
              </w:rPr>
              <w:t xml:space="preserve"> </w:t>
            </w:r>
            <w:r w:rsidRPr="00E00202">
              <w:rPr>
                <w:b w:val="0"/>
                <w:sz w:val="22"/>
              </w:rPr>
              <w:t>ogólne</w:t>
            </w:r>
          </w:p>
        </w:tc>
      </w:tr>
      <w:tr w:rsidR="00923D7D" w:rsidRPr="00E00202" w14:paraId="12B3755A" w14:textId="77777777" w:rsidTr="00B819C8">
        <w:tc>
          <w:tcPr>
            <w:tcW w:w="2694" w:type="dxa"/>
            <w:vAlign w:val="center"/>
          </w:tcPr>
          <w:p w14:paraId="34E61EC5" w14:textId="77777777" w:rsidR="00923D7D" w:rsidRPr="00E0020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E00202">
              <w:rPr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B374733" w14:textId="65607942" w:rsidR="00923D7D" w:rsidRPr="00E00202" w:rsidRDefault="006B2962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E00202">
              <w:rPr>
                <w:b w:val="0"/>
                <w:sz w:val="22"/>
              </w:rPr>
              <w:t>angielski / polski</w:t>
            </w:r>
          </w:p>
        </w:tc>
      </w:tr>
      <w:tr w:rsidR="0085747A" w:rsidRPr="00E00202" w14:paraId="1201D53F" w14:textId="77777777" w:rsidTr="00B819C8">
        <w:tc>
          <w:tcPr>
            <w:tcW w:w="2694" w:type="dxa"/>
            <w:vAlign w:val="center"/>
          </w:tcPr>
          <w:p w14:paraId="09A9C10F" w14:textId="77777777" w:rsidR="0085747A" w:rsidRPr="00E0020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E00202">
              <w:rPr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0601B3D" w14:textId="0F0EFF80" w:rsidR="0085747A" w:rsidRPr="00E00202" w:rsidRDefault="006B2962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E00202">
              <w:rPr>
                <w:b w:val="0"/>
                <w:sz w:val="22"/>
              </w:rPr>
              <w:t>dr Agnieszka Huzarska</w:t>
            </w:r>
          </w:p>
        </w:tc>
      </w:tr>
      <w:tr w:rsidR="0085747A" w:rsidRPr="00E00202" w14:paraId="7A28B2FA" w14:textId="77777777" w:rsidTr="00B819C8">
        <w:tc>
          <w:tcPr>
            <w:tcW w:w="2694" w:type="dxa"/>
            <w:vAlign w:val="center"/>
          </w:tcPr>
          <w:p w14:paraId="6B5E7C72" w14:textId="77777777" w:rsidR="0085747A" w:rsidRPr="00E0020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E00202">
              <w:rPr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D901D9" w14:textId="0D348F57" w:rsidR="0085747A" w:rsidRPr="00E00202" w:rsidRDefault="006B2962" w:rsidP="009C54AE">
            <w:pPr>
              <w:pStyle w:val="Odpowiedzi"/>
              <w:spacing w:before="100" w:beforeAutospacing="1" w:after="100" w:afterAutospacing="1"/>
              <w:rPr>
                <w:b w:val="0"/>
                <w:sz w:val="22"/>
              </w:rPr>
            </w:pPr>
            <w:r w:rsidRPr="00E00202">
              <w:rPr>
                <w:b w:val="0"/>
                <w:sz w:val="22"/>
              </w:rPr>
              <w:t>mgr Ewelina Wilk</w:t>
            </w:r>
          </w:p>
        </w:tc>
      </w:tr>
    </w:tbl>
    <w:p w14:paraId="06671629" w14:textId="77777777" w:rsidR="0085747A" w:rsidRPr="00E00202" w:rsidRDefault="0085747A" w:rsidP="009C54AE">
      <w:pPr>
        <w:pStyle w:val="Podpunkty"/>
        <w:spacing w:before="100" w:beforeAutospacing="1" w:after="100" w:afterAutospacing="1"/>
        <w:ind w:left="0"/>
        <w:rPr>
          <w:szCs w:val="22"/>
        </w:rPr>
      </w:pPr>
      <w:r w:rsidRPr="00E00202">
        <w:rPr>
          <w:szCs w:val="22"/>
        </w:rPr>
        <w:t xml:space="preserve">* </w:t>
      </w:r>
      <w:r w:rsidRPr="00E00202">
        <w:rPr>
          <w:i/>
          <w:szCs w:val="22"/>
        </w:rPr>
        <w:t>-</w:t>
      </w:r>
      <w:r w:rsidR="00B90885" w:rsidRPr="00E00202">
        <w:rPr>
          <w:b w:val="0"/>
          <w:i/>
          <w:szCs w:val="22"/>
        </w:rPr>
        <w:t>opcjonalni</w:t>
      </w:r>
      <w:r w:rsidR="00B90885" w:rsidRPr="00E00202">
        <w:rPr>
          <w:b w:val="0"/>
          <w:szCs w:val="22"/>
        </w:rPr>
        <w:t>e,</w:t>
      </w:r>
      <w:r w:rsidRPr="00E00202">
        <w:rPr>
          <w:i/>
          <w:szCs w:val="22"/>
        </w:rPr>
        <w:t xml:space="preserve"> </w:t>
      </w:r>
      <w:r w:rsidRPr="00E00202">
        <w:rPr>
          <w:b w:val="0"/>
          <w:i/>
          <w:szCs w:val="22"/>
        </w:rPr>
        <w:t xml:space="preserve">zgodnie z ustaleniami </w:t>
      </w:r>
      <w:r w:rsidR="00B90885" w:rsidRPr="00E00202">
        <w:rPr>
          <w:b w:val="0"/>
          <w:i/>
          <w:szCs w:val="22"/>
        </w:rPr>
        <w:t>w Jednostce</w:t>
      </w:r>
    </w:p>
    <w:p w14:paraId="3BC9E7C1" w14:textId="77777777" w:rsidR="00923D7D" w:rsidRPr="00E00202" w:rsidRDefault="00923D7D" w:rsidP="009C54AE">
      <w:pPr>
        <w:pStyle w:val="Podpunkty"/>
        <w:ind w:left="0"/>
        <w:rPr>
          <w:szCs w:val="22"/>
        </w:rPr>
      </w:pPr>
    </w:p>
    <w:p w14:paraId="4BCCAE2E" w14:textId="77777777" w:rsidR="0085747A" w:rsidRPr="00E00202" w:rsidRDefault="0085747A" w:rsidP="009C54AE">
      <w:pPr>
        <w:pStyle w:val="Podpunkty"/>
        <w:ind w:left="284"/>
        <w:rPr>
          <w:szCs w:val="22"/>
        </w:rPr>
      </w:pPr>
      <w:r w:rsidRPr="00E00202">
        <w:rPr>
          <w:szCs w:val="22"/>
        </w:rPr>
        <w:t>1.</w:t>
      </w:r>
      <w:r w:rsidR="00E22FBC" w:rsidRPr="00E00202">
        <w:rPr>
          <w:szCs w:val="22"/>
        </w:rPr>
        <w:t>1</w:t>
      </w:r>
      <w:r w:rsidRPr="00E00202">
        <w:rPr>
          <w:szCs w:val="22"/>
        </w:rPr>
        <w:t xml:space="preserve">.Formy zajęć dydaktycznych, wymiar godzin i punktów ECTS </w:t>
      </w:r>
    </w:p>
    <w:p w14:paraId="0642F71A" w14:textId="77777777" w:rsidR="00923D7D" w:rsidRPr="00E00202" w:rsidRDefault="00923D7D" w:rsidP="009C54AE">
      <w:pPr>
        <w:pStyle w:val="Podpunkty"/>
        <w:ind w:left="0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00202" w14:paraId="53361818" w14:textId="77777777" w:rsidTr="006B296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E527F" w14:textId="77777777" w:rsidR="00015B8F" w:rsidRPr="00E00202" w:rsidRDefault="00015B8F" w:rsidP="009C54AE">
            <w:pPr>
              <w:pStyle w:val="Nagwkitablic"/>
              <w:spacing w:line="240" w:lineRule="auto"/>
              <w:jc w:val="center"/>
              <w:rPr>
                <w:sz w:val="22"/>
              </w:rPr>
            </w:pPr>
            <w:r w:rsidRPr="00E00202">
              <w:rPr>
                <w:sz w:val="22"/>
              </w:rPr>
              <w:t>Semestr</w:t>
            </w:r>
          </w:p>
          <w:p w14:paraId="0A7FB8DE" w14:textId="77777777" w:rsidR="00015B8F" w:rsidRPr="00E00202" w:rsidRDefault="002B5EA0" w:rsidP="009C54AE">
            <w:pPr>
              <w:pStyle w:val="Nagwkitablic"/>
              <w:spacing w:line="240" w:lineRule="auto"/>
              <w:jc w:val="center"/>
              <w:rPr>
                <w:sz w:val="22"/>
              </w:rPr>
            </w:pPr>
            <w:r w:rsidRPr="00E00202">
              <w:rPr>
                <w:sz w:val="22"/>
              </w:rPr>
              <w:t>(</w:t>
            </w:r>
            <w:r w:rsidR="00363F78" w:rsidRPr="00E00202">
              <w:rPr>
                <w:sz w:val="22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3D13F" w14:textId="77777777" w:rsidR="00015B8F" w:rsidRPr="00E00202" w:rsidRDefault="00015B8F" w:rsidP="009C54AE">
            <w:pPr>
              <w:pStyle w:val="Nagwkitablic"/>
              <w:spacing w:line="240" w:lineRule="auto"/>
              <w:jc w:val="center"/>
              <w:rPr>
                <w:sz w:val="22"/>
              </w:rPr>
            </w:pPr>
            <w:proofErr w:type="spellStart"/>
            <w:r w:rsidRPr="00E00202">
              <w:rPr>
                <w:sz w:val="22"/>
              </w:rPr>
              <w:t>Wykł</w:t>
            </w:r>
            <w:proofErr w:type="spellEnd"/>
            <w:r w:rsidRPr="00E00202">
              <w:rPr>
                <w:sz w:val="22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F4B5C" w14:textId="77777777" w:rsidR="00015B8F" w:rsidRPr="00E00202" w:rsidRDefault="00015B8F" w:rsidP="009C54AE">
            <w:pPr>
              <w:pStyle w:val="Nagwkitablic"/>
              <w:spacing w:line="240" w:lineRule="auto"/>
              <w:jc w:val="center"/>
              <w:rPr>
                <w:sz w:val="22"/>
              </w:rPr>
            </w:pPr>
            <w:r w:rsidRPr="00E00202">
              <w:rPr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ACA5B" w14:textId="77777777" w:rsidR="00015B8F" w:rsidRPr="00E00202" w:rsidRDefault="00015B8F" w:rsidP="009C54AE">
            <w:pPr>
              <w:pStyle w:val="Nagwkitablic"/>
              <w:spacing w:line="240" w:lineRule="auto"/>
              <w:jc w:val="center"/>
              <w:rPr>
                <w:sz w:val="22"/>
              </w:rPr>
            </w:pPr>
            <w:proofErr w:type="spellStart"/>
            <w:r w:rsidRPr="00E00202">
              <w:rPr>
                <w:sz w:val="22"/>
              </w:rPr>
              <w:t>Konw</w:t>
            </w:r>
            <w:proofErr w:type="spellEnd"/>
            <w:r w:rsidRPr="00E00202">
              <w:rPr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1FF44" w14:textId="77777777" w:rsidR="00015B8F" w:rsidRPr="00E00202" w:rsidRDefault="00015B8F" w:rsidP="009C54AE">
            <w:pPr>
              <w:pStyle w:val="Nagwkitablic"/>
              <w:spacing w:line="240" w:lineRule="auto"/>
              <w:jc w:val="center"/>
              <w:rPr>
                <w:sz w:val="22"/>
              </w:rPr>
            </w:pPr>
            <w:r w:rsidRPr="00E00202">
              <w:rPr>
                <w:sz w:val="22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AB76E" w14:textId="77777777" w:rsidR="00015B8F" w:rsidRPr="00E00202" w:rsidRDefault="00015B8F" w:rsidP="009C54AE">
            <w:pPr>
              <w:pStyle w:val="Nagwkitablic"/>
              <w:spacing w:line="240" w:lineRule="auto"/>
              <w:jc w:val="center"/>
              <w:rPr>
                <w:sz w:val="22"/>
              </w:rPr>
            </w:pPr>
            <w:proofErr w:type="spellStart"/>
            <w:r w:rsidRPr="00E00202">
              <w:rPr>
                <w:sz w:val="22"/>
              </w:rPr>
              <w:t>Sem</w:t>
            </w:r>
            <w:proofErr w:type="spellEnd"/>
            <w:r w:rsidRPr="00E00202">
              <w:rPr>
                <w:sz w:val="22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BEE2C" w14:textId="77777777" w:rsidR="00015B8F" w:rsidRPr="00E00202" w:rsidRDefault="00015B8F" w:rsidP="009C54AE">
            <w:pPr>
              <w:pStyle w:val="Nagwkitablic"/>
              <w:spacing w:line="240" w:lineRule="auto"/>
              <w:jc w:val="center"/>
              <w:rPr>
                <w:sz w:val="22"/>
              </w:rPr>
            </w:pPr>
            <w:r w:rsidRPr="00E00202">
              <w:rPr>
                <w:sz w:val="22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CE774" w14:textId="77777777" w:rsidR="00015B8F" w:rsidRPr="00E00202" w:rsidRDefault="00015B8F" w:rsidP="009C54AE">
            <w:pPr>
              <w:pStyle w:val="Nagwkitablic"/>
              <w:spacing w:line="240" w:lineRule="auto"/>
              <w:jc w:val="center"/>
              <w:rPr>
                <w:sz w:val="22"/>
              </w:rPr>
            </w:pPr>
            <w:proofErr w:type="spellStart"/>
            <w:r w:rsidRPr="00E00202">
              <w:rPr>
                <w:sz w:val="22"/>
              </w:rPr>
              <w:t>Prakt</w:t>
            </w:r>
            <w:proofErr w:type="spellEnd"/>
            <w:r w:rsidRPr="00E00202">
              <w:rPr>
                <w:sz w:val="22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7FBF9" w14:textId="77777777" w:rsidR="00015B8F" w:rsidRPr="00E00202" w:rsidRDefault="00015B8F" w:rsidP="009C54AE">
            <w:pPr>
              <w:pStyle w:val="Nagwkitablic"/>
              <w:spacing w:line="240" w:lineRule="auto"/>
              <w:jc w:val="center"/>
              <w:rPr>
                <w:sz w:val="22"/>
              </w:rPr>
            </w:pPr>
            <w:r w:rsidRPr="00E00202">
              <w:rPr>
                <w:sz w:val="22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A4717" w14:textId="77777777" w:rsidR="00015B8F" w:rsidRPr="00E00202" w:rsidRDefault="00015B8F" w:rsidP="009C54AE">
            <w:pPr>
              <w:pStyle w:val="Nagwkitablic"/>
              <w:spacing w:line="240" w:lineRule="auto"/>
              <w:jc w:val="center"/>
              <w:rPr>
                <w:b/>
                <w:sz w:val="22"/>
              </w:rPr>
            </w:pPr>
            <w:r w:rsidRPr="00E00202">
              <w:rPr>
                <w:b/>
                <w:sz w:val="22"/>
              </w:rPr>
              <w:t>Liczba pkt</w:t>
            </w:r>
            <w:r w:rsidR="00B90885" w:rsidRPr="00E00202">
              <w:rPr>
                <w:b/>
                <w:sz w:val="22"/>
              </w:rPr>
              <w:t>.</w:t>
            </w:r>
            <w:r w:rsidRPr="00E00202">
              <w:rPr>
                <w:b/>
                <w:sz w:val="22"/>
              </w:rPr>
              <w:t xml:space="preserve"> ECTS</w:t>
            </w:r>
          </w:p>
        </w:tc>
      </w:tr>
      <w:tr w:rsidR="00015B8F" w:rsidRPr="00E00202" w14:paraId="16596AC2" w14:textId="77777777" w:rsidTr="006B29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72948" w14:textId="1C7AE81F" w:rsidR="00015B8F" w:rsidRPr="00E00202" w:rsidRDefault="007D1504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E00202">
              <w:rPr>
                <w:sz w:val="22"/>
                <w:szCs w:val="22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7A3D3" w14:textId="77777777" w:rsidR="00015B8F" w:rsidRPr="00E00202" w:rsidRDefault="00015B8F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48202" w14:textId="5639E3BD" w:rsidR="00015B8F" w:rsidRPr="00E00202" w:rsidRDefault="007D1504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E00202">
              <w:rPr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C74F2" w14:textId="77777777" w:rsidR="00015B8F" w:rsidRPr="00E00202" w:rsidRDefault="00015B8F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F492B" w14:textId="77777777" w:rsidR="00015B8F" w:rsidRPr="00E00202" w:rsidRDefault="00015B8F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6EDFB" w14:textId="77777777" w:rsidR="00015B8F" w:rsidRPr="00E00202" w:rsidRDefault="00015B8F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49DA8" w14:textId="77777777" w:rsidR="00015B8F" w:rsidRPr="00E00202" w:rsidRDefault="00015B8F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13051" w14:textId="77777777" w:rsidR="00015B8F" w:rsidRPr="00E00202" w:rsidRDefault="00015B8F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757B0" w14:textId="77777777" w:rsidR="00015B8F" w:rsidRPr="00E00202" w:rsidRDefault="00015B8F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BC09F" w14:textId="315FA15F" w:rsidR="00015B8F" w:rsidRPr="00E00202" w:rsidRDefault="007D1504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E00202">
              <w:rPr>
                <w:sz w:val="22"/>
                <w:szCs w:val="22"/>
              </w:rPr>
              <w:t>2</w:t>
            </w:r>
          </w:p>
        </w:tc>
      </w:tr>
      <w:tr w:rsidR="007D1504" w:rsidRPr="00E00202" w14:paraId="19685A00" w14:textId="77777777" w:rsidTr="006B29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E72EE" w14:textId="3227B1BF" w:rsidR="007D1504" w:rsidRPr="00E00202" w:rsidRDefault="007D1504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E00202">
              <w:rPr>
                <w:sz w:val="22"/>
                <w:szCs w:val="22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BEA2E" w14:textId="77777777" w:rsidR="007D1504" w:rsidRPr="00E00202" w:rsidRDefault="007D1504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3B8C2" w14:textId="64310574" w:rsidR="007D1504" w:rsidRPr="00E00202" w:rsidRDefault="007D1504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E00202">
              <w:rPr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3C059" w14:textId="77777777" w:rsidR="007D1504" w:rsidRPr="00E00202" w:rsidRDefault="007D1504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6CFF4" w14:textId="77777777" w:rsidR="007D1504" w:rsidRPr="00E00202" w:rsidRDefault="007D1504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49144" w14:textId="77777777" w:rsidR="007D1504" w:rsidRPr="00E00202" w:rsidRDefault="007D1504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5BE70" w14:textId="77777777" w:rsidR="007D1504" w:rsidRPr="00E00202" w:rsidRDefault="007D1504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79544" w14:textId="77777777" w:rsidR="007D1504" w:rsidRPr="00E00202" w:rsidRDefault="007D1504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655F4" w14:textId="77777777" w:rsidR="007D1504" w:rsidRPr="00E00202" w:rsidRDefault="007D1504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C3C0C" w14:textId="3CBE923A" w:rsidR="007D1504" w:rsidRPr="00E00202" w:rsidRDefault="007D1504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E00202">
              <w:rPr>
                <w:sz w:val="22"/>
                <w:szCs w:val="22"/>
              </w:rPr>
              <w:t>2</w:t>
            </w:r>
          </w:p>
        </w:tc>
      </w:tr>
      <w:tr w:rsidR="007D1504" w:rsidRPr="00E00202" w14:paraId="786D6DCC" w14:textId="77777777" w:rsidTr="006B29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1412B" w14:textId="37DAC6FA" w:rsidR="007D1504" w:rsidRPr="00E00202" w:rsidRDefault="007D1504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E00202">
              <w:rPr>
                <w:sz w:val="22"/>
                <w:szCs w:val="22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DE0D2" w14:textId="77777777" w:rsidR="007D1504" w:rsidRPr="00E00202" w:rsidRDefault="007D1504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695BB" w14:textId="09AD58E2" w:rsidR="007D1504" w:rsidRPr="00E00202" w:rsidRDefault="007D1504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E00202">
              <w:rPr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AFEAD" w14:textId="77777777" w:rsidR="007D1504" w:rsidRPr="00E00202" w:rsidRDefault="007D1504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9013A" w14:textId="77777777" w:rsidR="007D1504" w:rsidRPr="00E00202" w:rsidRDefault="007D1504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0C165" w14:textId="77777777" w:rsidR="007D1504" w:rsidRPr="00E00202" w:rsidRDefault="007D1504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829CA" w14:textId="77777777" w:rsidR="007D1504" w:rsidRPr="00E00202" w:rsidRDefault="007D1504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80C04" w14:textId="77777777" w:rsidR="007D1504" w:rsidRPr="00E00202" w:rsidRDefault="007D1504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1C2EE" w14:textId="77777777" w:rsidR="007D1504" w:rsidRPr="00E00202" w:rsidRDefault="007D1504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FF743" w14:textId="75FC974E" w:rsidR="007D1504" w:rsidRPr="00E00202" w:rsidRDefault="007D1504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E00202">
              <w:rPr>
                <w:sz w:val="22"/>
                <w:szCs w:val="22"/>
              </w:rPr>
              <w:t>2</w:t>
            </w:r>
          </w:p>
        </w:tc>
      </w:tr>
      <w:tr w:rsidR="007D1504" w:rsidRPr="00E00202" w14:paraId="32BF92EB" w14:textId="77777777" w:rsidTr="006B29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C16A7" w14:textId="5F102F73" w:rsidR="007D1504" w:rsidRPr="00E00202" w:rsidRDefault="007D1504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E00202">
              <w:rPr>
                <w:sz w:val="22"/>
                <w:szCs w:val="22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DAEB4" w14:textId="77777777" w:rsidR="007D1504" w:rsidRPr="00E00202" w:rsidRDefault="007D1504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40568" w14:textId="1FF920B0" w:rsidR="007D1504" w:rsidRPr="00E00202" w:rsidRDefault="007D1504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E00202">
              <w:rPr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054B4" w14:textId="77777777" w:rsidR="007D1504" w:rsidRPr="00E00202" w:rsidRDefault="007D1504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E42C6" w14:textId="77777777" w:rsidR="007D1504" w:rsidRPr="00E00202" w:rsidRDefault="007D1504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4876A" w14:textId="77777777" w:rsidR="007D1504" w:rsidRPr="00E00202" w:rsidRDefault="007D1504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BAD0B" w14:textId="77777777" w:rsidR="007D1504" w:rsidRPr="00E00202" w:rsidRDefault="007D1504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A8067" w14:textId="77777777" w:rsidR="007D1504" w:rsidRPr="00E00202" w:rsidRDefault="007D1504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C9721" w14:textId="77777777" w:rsidR="007D1504" w:rsidRPr="00E00202" w:rsidRDefault="007D1504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EB12C" w14:textId="76457C2D" w:rsidR="007D1504" w:rsidRPr="00E00202" w:rsidRDefault="007D1504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E00202">
              <w:rPr>
                <w:sz w:val="22"/>
                <w:szCs w:val="22"/>
              </w:rPr>
              <w:t>2</w:t>
            </w:r>
          </w:p>
        </w:tc>
      </w:tr>
      <w:tr w:rsidR="00321C54" w:rsidRPr="00E00202" w14:paraId="1D475246" w14:textId="77777777" w:rsidTr="006B29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45C65" w14:textId="6CED8F8A" w:rsidR="00321C54" w:rsidRPr="00E00202" w:rsidRDefault="00321C54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E00202">
              <w:rPr>
                <w:sz w:val="22"/>
                <w:szCs w:val="22"/>
              </w:rPr>
              <w:t>Razem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9745E" w14:textId="77777777" w:rsidR="00321C54" w:rsidRPr="00E00202" w:rsidRDefault="00321C54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226A5" w14:textId="7C775949" w:rsidR="00321C54" w:rsidRPr="00E00202" w:rsidRDefault="00321C54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E00202">
              <w:rPr>
                <w:sz w:val="22"/>
                <w:szCs w:val="22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16262" w14:textId="77777777" w:rsidR="00321C54" w:rsidRPr="00E00202" w:rsidRDefault="00321C54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8064B" w14:textId="77777777" w:rsidR="00321C54" w:rsidRPr="00E00202" w:rsidRDefault="00321C54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64A07" w14:textId="77777777" w:rsidR="00321C54" w:rsidRPr="00E00202" w:rsidRDefault="00321C54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2E620" w14:textId="77777777" w:rsidR="00321C54" w:rsidRPr="00E00202" w:rsidRDefault="00321C54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355EF" w14:textId="77777777" w:rsidR="00321C54" w:rsidRPr="00E00202" w:rsidRDefault="00321C54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47269" w14:textId="77777777" w:rsidR="00321C54" w:rsidRPr="00E00202" w:rsidRDefault="00321C54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61603" w14:textId="09A94726" w:rsidR="00321C54" w:rsidRPr="00E00202" w:rsidRDefault="00321C54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E00202">
              <w:rPr>
                <w:sz w:val="22"/>
                <w:szCs w:val="22"/>
              </w:rPr>
              <w:t>8</w:t>
            </w:r>
          </w:p>
        </w:tc>
      </w:tr>
    </w:tbl>
    <w:p w14:paraId="7BB7AAA7" w14:textId="77777777" w:rsidR="00923D7D" w:rsidRPr="00E00202" w:rsidRDefault="00923D7D" w:rsidP="009C54AE">
      <w:pPr>
        <w:pStyle w:val="Podpunkty"/>
        <w:ind w:left="0"/>
        <w:rPr>
          <w:b w:val="0"/>
          <w:szCs w:val="22"/>
          <w:lang w:eastAsia="en-US"/>
        </w:rPr>
      </w:pPr>
    </w:p>
    <w:p w14:paraId="501AB829" w14:textId="77777777" w:rsidR="00923D7D" w:rsidRPr="00E00202" w:rsidRDefault="00923D7D" w:rsidP="009C54AE">
      <w:pPr>
        <w:pStyle w:val="Podpunkty"/>
        <w:rPr>
          <w:b w:val="0"/>
          <w:szCs w:val="22"/>
          <w:lang w:eastAsia="en-US"/>
        </w:rPr>
      </w:pPr>
    </w:p>
    <w:p w14:paraId="2C17E186" w14:textId="77777777" w:rsidR="0085747A" w:rsidRPr="00E0020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 w:val="22"/>
        </w:rPr>
      </w:pPr>
      <w:r w:rsidRPr="00E00202">
        <w:rPr>
          <w:smallCaps w:val="0"/>
          <w:sz w:val="22"/>
        </w:rPr>
        <w:t>1.</w:t>
      </w:r>
      <w:r w:rsidR="00E22FBC" w:rsidRPr="00E00202">
        <w:rPr>
          <w:smallCaps w:val="0"/>
          <w:sz w:val="22"/>
        </w:rPr>
        <w:t>2</w:t>
      </w:r>
      <w:r w:rsidR="00F83B28" w:rsidRPr="00E00202">
        <w:rPr>
          <w:smallCaps w:val="0"/>
          <w:sz w:val="22"/>
        </w:rPr>
        <w:t>.</w:t>
      </w:r>
      <w:r w:rsidR="00F83B28" w:rsidRPr="00E00202">
        <w:rPr>
          <w:smallCaps w:val="0"/>
          <w:sz w:val="22"/>
        </w:rPr>
        <w:tab/>
      </w:r>
      <w:r w:rsidRPr="00E00202">
        <w:rPr>
          <w:smallCaps w:val="0"/>
          <w:sz w:val="22"/>
        </w:rPr>
        <w:t xml:space="preserve">Sposób realizacji zajęć  </w:t>
      </w:r>
    </w:p>
    <w:p w14:paraId="24EC4D8D" w14:textId="77777777" w:rsidR="00E00202" w:rsidRDefault="00E00202" w:rsidP="00F83B28">
      <w:pPr>
        <w:pStyle w:val="Punktygwne"/>
        <w:spacing w:before="0" w:after="0"/>
        <w:ind w:left="709"/>
        <w:rPr>
          <w:b w:val="0"/>
          <w:smallCaps w:val="0"/>
          <w:sz w:val="22"/>
        </w:rPr>
      </w:pPr>
    </w:p>
    <w:p w14:paraId="2B33A959" w14:textId="416A452B" w:rsidR="0085747A" w:rsidRPr="00E00202" w:rsidRDefault="006711FD" w:rsidP="00F83B28">
      <w:pPr>
        <w:pStyle w:val="Punktygwne"/>
        <w:spacing w:before="0" w:after="0"/>
        <w:ind w:left="709"/>
        <w:rPr>
          <w:b w:val="0"/>
          <w:smallCaps w:val="0"/>
          <w:sz w:val="22"/>
        </w:rPr>
      </w:pPr>
      <w:r w:rsidRPr="00E00202">
        <w:rPr>
          <w:b w:val="0"/>
          <w:smallCaps w:val="0"/>
          <w:sz w:val="22"/>
        </w:rPr>
        <w:t xml:space="preserve">X </w:t>
      </w:r>
      <w:r w:rsidR="0085747A" w:rsidRPr="00E00202">
        <w:rPr>
          <w:b w:val="0"/>
          <w:smallCaps w:val="0"/>
          <w:sz w:val="22"/>
        </w:rPr>
        <w:t xml:space="preserve">zajęcia w formie tradycyjnej </w:t>
      </w:r>
    </w:p>
    <w:p w14:paraId="7A486A78" w14:textId="77777777" w:rsidR="0085747A" w:rsidRPr="00E00202" w:rsidRDefault="0085747A" w:rsidP="009C54AE">
      <w:pPr>
        <w:pStyle w:val="Punktygwne"/>
        <w:spacing w:before="0" w:after="0"/>
        <w:rPr>
          <w:smallCaps w:val="0"/>
          <w:sz w:val="22"/>
        </w:rPr>
      </w:pPr>
    </w:p>
    <w:p w14:paraId="47296751" w14:textId="26556854" w:rsidR="00E22FBC" w:rsidRPr="00E0020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 w:val="22"/>
        </w:rPr>
      </w:pPr>
      <w:r w:rsidRPr="00E00202">
        <w:rPr>
          <w:smallCaps w:val="0"/>
          <w:sz w:val="22"/>
        </w:rPr>
        <w:t xml:space="preserve">1.3 </w:t>
      </w:r>
      <w:r w:rsidR="00F83B28" w:rsidRPr="00E00202">
        <w:rPr>
          <w:smallCaps w:val="0"/>
          <w:sz w:val="22"/>
        </w:rPr>
        <w:tab/>
      </w:r>
      <w:r w:rsidRPr="00E00202">
        <w:rPr>
          <w:smallCaps w:val="0"/>
          <w:sz w:val="22"/>
        </w:rPr>
        <w:t>For</w:t>
      </w:r>
      <w:r w:rsidR="00445970" w:rsidRPr="00E00202">
        <w:rPr>
          <w:smallCaps w:val="0"/>
          <w:sz w:val="22"/>
        </w:rPr>
        <w:t xml:space="preserve">ma zaliczenia przedmiotu </w:t>
      </w:r>
      <w:r w:rsidRPr="00E00202">
        <w:rPr>
          <w:smallCaps w:val="0"/>
          <w:sz w:val="22"/>
        </w:rPr>
        <w:t xml:space="preserve">(z toku) </w:t>
      </w:r>
      <w:r w:rsidRPr="00E00202">
        <w:rPr>
          <w:b w:val="0"/>
          <w:smallCaps w:val="0"/>
          <w:sz w:val="22"/>
        </w:rPr>
        <w:t>(egzamin, zaliczenie z oceną, zaliczenie bez oceny)</w:t>
      </w:r>
    </w:p>
    <w:p w14:paraId="64F9F347" w14:textId="77777777" w:rsidR="00E00202" w:rsidRDefault="00E00202" w:rsidP="00E00202">
      <w:pPr>
        <w:pStyle w:val="Punktygwne"/>
        <w:spacing w:before="0" w:after="0"/>
        <w:ind w:firstLine="708"/>
        <w:rPr>
          <w:b w:val="0"/>
          <w:sz w:val="22"/>
        </w:rPr>
      </w:pPr>
    </w:p>
    <w:p w14:paraId="1A6D73A8" w14:textId="1867E647" w:rsidR="009C54AE" w:rsidRPr="00E00202" w:rsidRDefault="003075E0" w:rsidP="00E00202">
      <w:pPr>
        <w:pStyle w:val="Punktygwne"/>
        <w:spacing w:before="0" w:after="0"/>
        <w:ind w:firstLine="708"/>
        <w:rPr>
          <w:b w:val="0"/>
          <w:sz w:val="22"/>
        </w:rPr>
      </w:pPr>
      <w:r w:rsidRPr="00E00202">
        <w:rPr>
          <w:b w:val="0"/>
          <w:sz w:val="22"/>
        </w:rPr>
        <w:t>Zaliczenie z oceną</w:t>
      </w:r>
    </w:p>
    <w:p w14:paraId="73FAB6B7" w14:textId="77777777" w:rsidR="00E960BB" w:rsidRPr="00E00202" w:rsidRDefault="00E960BB" w:rsidP="009C54AE">
      <w:pPr>
        <w:pStyle w:val="Punktygwne"/>
        <w:spacing w:before="0" w:after="0"/>
        <w:rPr>
          <w:b w:val="0"/>
          <w:sz w:val="22"/>
        </w:rPr>
      </w:pPr>
    </w:p>
    <w:p w14:paraId="74407DA4" w14:textId="1137DA9B" w:rsidR="00E960BB" w:rsidRDefault="0085747A" w:rsidP="009C54AE">
      <w:pPr>
        <w:pStyle w:val="Punktygwne"/>
        <w:spacing w:before="0" w:after="0"/>
        <w:rPr>
          <w:sz w:val="22"/>
        </w:rPr>
      </w:pPr>
      <w:r w:rsidRPr="00E00202">
        <w:rPr>
          <w:sz w:val="22"/>
        </w:rPr>
        <w:t xml:space="preserve">2.Wymagania wstępne </w:t>
      </w:r>
    </w:p>
    <w:p w14:paraId="26CA33DE" w14:textId="77777777" w:rsidR="00E00202" w:rsidRPr="00E00202" w:rsidRDefault="00E00202" w:rsidP="009C54AE">
      <w:pPr>
        <w:pStyle w:val="Punktygwne"/>
        <w:spacing w:before="0" w:after="0"/>
        <w:rPr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00202" w14:paraId="3A706F80" w14:textId="77777777" w:rsidTr="00745302">
        <w:tc>
          <w:tcPr>
            <w:tcW w:w="9670" w:type="dxa"/>
          </w:tcPr>
          <w:p w14:paraId="329C8A3F" w14:textId="63F6E18D" w:rsidR="0085747A" w:rsidRPr="00E00202" w:rsidRDefault="006711FD" w:rsidP="009C54AE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 w:val="22"/>
              </w:rPr>
            </w:pPr>
            <w:r w:rsidRPr="00E00202">
              <w:rPr>
                <w:b w:val="0"/>
                <w:smallCaps w:val="0"/>
                <w:color w:val="000000"/>
                <w:sz w:val="22"/>
              </w:rPr>
              <w:t xml:space="preserve">Znajomość języka na poziomie B1+ według Europejskiego Opisu Kształcenia Językowego. </w:t>
            </w:r>
          </w:p>
        </w:tc>
      </w:tr>
    </w:tbl>
    <w:p w14:paraId="06724876" w14:textId="77777777" w:rsidR="00153C41" w:rsidRPr="00E00202" w:rsidRDefault="00153C41" w:rsidP="009C54AE">
      <w:pPr>
        <w:pStyle w:val="Punktygwne"/>
        <w:spacing w:before="0" w:after="0"/>
        <w:rPr>
          <w:sz w:val="22"/>
        </w:rPr>
      </w:pPr>
    </w:p>
    <w:p w14:paraId="69528ADD" w14:textId="51432FF2" w:rsidR="0085747A" w:rsidRPr="00E00202" w:rsidRDefault="0071620A" w:rsidP="009C54AE">
      <w:pPr>
        <w:pStyle w:val="Punktygwne"/>
        <w:spacing w:before="0" w:after="0"/>
        <w:rPr>
          <w:sz w:val="22"/>
        </w:rPr>
      </w:pPr>
      <w:r w:rsidRPr="00E00202">
        <w:rPr>
          <w:sz w:val="22"/>
        </w:rPr>
        <w:t>3.</w:t>
      </w:r>
      <w:r w:rsidR="0085747A" w:rsidRPr="00E00202">
        <w:rPr>
          <w:sz w:val="22"/>
        </w:rPr>
        <w:t xml:space="preserve"> </w:t>
      </w:r>
      <w:r w:rsidR="00A84C85" w:rsidRPr="00E00202">
        <w:rPr>
          <w:sz w:val="22"/>
        </w:rPr>
        <w:t>cele, efekty uczenia się</w:t>
      </w:r>
      <w:r w:rsidR="0085747A" w:rsidRPr="00E00202">
        <w:rPr>
          <w:sz w:val="22"/>
        </w:rPr>
        <w:t>, treści Programowe i stosowane metody Dydaktyczne</w:t>
      </w:r>
    </w:p>
    <w:p w14:paraId="1EA642BD" w14:textId="77777777" w:rsidR="0085747A" w:rsidRPr="00E00202" w:rsidRDefault="0085747A" w:rsidP="009C54AE">
      <w:pPr>
        <w:pStyle w:val="Punktygwne"/>
        <w:spacing w:before="0" w:after="0"/>
        <w:rPr>
          <w:sz w:val="22"/>
        </w:rPr>
      </w:pPr>
    </w:p>
    <w:p w14:paraId="6B5B0933" w14:textId="77777777" w:rsidR="0085747A" w:rsidRPr="00E00202" w:rsidRDefault="0071620A" w:rsidP="009C54AE">
      <w:pPr>
        <w:pStyle w:val="Podpunkty"/>
        <w:rPr>
          <w:szCs w:val="22"/>
        </w:rPr>
      </w:pPr>
      <w:r w:rsidRPr="00E00202">
        <w:rPr>
          <w:szCs w:val="22"/>
        </w:rPr>
        <w:t xml:space="preserve">3.1 </w:t>
      </w:r>
      <w:r w:rsidR="00C05F44" w:rsidRPr="00E00202">
        <w:rPr>
          <w:szCs w:val="22"/>
        </w:rPr>
        <w:t>Cele przedmiotu</w:t>
      </w:r>
    </w:p>
    <w:p w14:paraId="1E7CE0BE" w14:textId="77777777" w:rsidR="00F83B28" w:rsidRPr="00E00202" w:rsidRDefault="00F83B28" w:rsidP="009C54AE">
      <w:pPr>
        <w:pStyle w:val="Podpunkty"/>
        <w:rPr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E00202" w14:paraId="50D9B5CF" w14:textId="77777777" w:rsidTr="00923D7D">
        <w:tc>
          <w:tcPr>
            <w:tcW w:w="851" w:type="dxa"/>
            <w:vAlign w:val="center"/>
          </w:tcPr>
          <w:p w14:paraId="37C68C33" w14:textId="77777777" w:rsidR="0085747A" w:rsidRPr="00E00202" w:rsidRDefault="0085747A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E00202">
              <w:rPr>
                <w:b w:val="0"/>
                <w:szCs w:val="22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FD5CB0" w14:textId="5FEA146B" w:rsidR="0085747A" w:rsidRPr="00E00202" w:rsidRDefault="00121A87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E00202">
              <w:rPr>
                <w:b w:val="0"/>
                <w:szCs w:val="22"/>
              </w:rPr>
              <w:t>Rozwijanie czterech sprawności językowych (rozumienie ze słuchu,</w:t>
            </w:r>
            <w:r w:rsidRPr="00E00202">
              <w:rPr>
                <w:b w:val="0"/>
                <w:smallCaps/>
                <w:szCs w:val="22"/>
              </w:rPr>
              <w:t xml:space="preserve"> </w:t>
            </w:r>
            <w:r w:rsidRPr="00E00202">
              <w:rPr>
                <w:b w:val="0"/>
                <w:szCs w:val="22"/>
              </w:rPr>
              <w:t>rozumienie tekstu czytanego, tworzenie wypowiedzi ustnych i</w:t>
            </w:r>
            <w:r w:rsidRPr="00E00202">
              <w:rPr>
                <w:b w:val="0"/>
                <w:smallCaps/>
                <w:szCs w:val="22"/>
              </w:rPr>
              <w:t xml:space="preserve"> </w:t>
            </w:r>
            <w:r w:rsidRPr="00E00202">
              <w:rPr>
                <w:b w:val="0"/>
                <w:szCs w:val="22"/>
              </w:rPr>
              <w:t>pisemnych) w ramach kształcenia kompetencji komunikacyjnej na</w:t>
            </w:r>
            <w:r w:rsidRPr="00E00202">
              <w:rPr>
                <w:b w:val="0"/>
                <w:smallCaps/>
                <w:szCs w:val="22"/>
              </w:rPr>
              <w:t xml:space="preserve"> </w:t>
            </w:r>
            <w:r w:rsidRPr="00E00202">
              <w:rPr>
                <w:b w:val="0"/>
                <w:szCs w:val="22"/>
              </w:rPr>
              <w:t>poziomie B2</w:t>
            </w:r>
          </w:p>
        </w:tc>
      </w:tr>
      <w:tr w:rsidR="0085747A" w:rsidRPr="00E00202" w14:paraId="2CC0FBE1" w14:textId="77777777" w:rsidTr="00923D7D">
        <w:tc>
          <w:tcPr>
            <w:tcW w:w="851" w:type="dxa"/>
            <w:vAlign w:val="center"/>
          </w:tcPr>
          <w:p w14:paraId="4B20B94A" w14:textId="6C634FBF" w:rsidR="0085747A" w:rsidRPr="00E00202" w:rsidRDefault="00121A87" w:rsidP="009C54AE">
            <w:pPr>
              <w:pStyle w:val="Cele"/>
              <w:spacing w:before="40" w:after="40"/>
              <w:ind w:left="0" w:firstLine="0"/>
              <w:jc w:val="left"/>
              <w:rPr>
                <w:sz w:val="22"/>
                <w:szCs w:val="22"/>
              </w:rPr>
            </w:pPr>
            <w:r w:rsidRPr="00E00202">
              <w:rPr>
                <w:sz w:val="22"/>
                <w:szCs w:val="22"/>
              </w:rPr>
              <w:t>C2</w:t>
            </w:r>
          </w:p>
        </w:tc>
        <w:tc>
          <w:tcPr>
            <w:tcW w:w="8819" w:type="dxa"/>
            <w:vAlign w:val="center"/>
          </w:tcPr>
          <w:p w14:paraId="417125B9" w14:textId="0F9C255A" w:rsidR="0085747A" w:rsidRPr="00E00202" w:rsidRDefault="00121A87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E00202">
              <w:rPr>
                <w:b w:val="0"/>
                <w:szCs w:val="22"/>
              </w:rPr>
              <w:t xml:space="preserve">Wykształcenie kompetencji językowej umożliwiającej komunikację w sytuacjach dnia codziennego, jak i posługiwanie się językiem obcym w podstawowym zakresie do celów zawodowych i naukowych. </w:t>
            </w:r>
          </w:p>
        </w:tc>
      </w:tr>
      <w:tr w:rsidR="0085747A" w:rsidRPr="00E00202" w14:paraId="7F8189BB" w14:textId="77777777" w:rsidTr="00923D7D">
        <w:tc>
          <w:tcPr>
            <w:tcW w:w="851" w:type="dxa"/>
            <w:vAlign w:val="center"/>
          </w:tcPr>
          <w:p w14:paraId="028BC022" w14:textId="00315EC0" w:rsidR="0085747A" w:rsidRPr="00E00202" w:rsidRDefault="0085747A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E00202">
              <w:rPr>
                <w:b w:val="0"/>
                <w:szCs w:val="22"/>
              </w:rPr>
              <w:t>C</w:t>
            </w:r>
            <w:r w:rsidR="00121A87" w:rsidRPr="00E00202">
              <w:rPr>
                <w:b w:val="0"/>
                <w:szCs w:val="22"/>
              </w:rPr>
              <w:t>3</w:t>
            </w:r>
          </w:p>
        </w:tc>
        <w:tc>
          <w:tcPr>
            <w:tcW w:w="8819" w:type="dxa"/>
            <w:vAlign w:val="center"/>
          </w:tcPr>
          <w:p w14:paraId="46568037" w14:textId="759FE9C1" w:rsidR="0085747A" w:rsidRPr="00E00202" w:rsidRDefault="00121A87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E00202">
              <w:rPr>
                <w:b w:val="0"/>
                <w:szCs w:val="22"/>
              </w:rPr>
              <w:t xml:space="preserve">Kształcenie i doskonalenie poprawności gramatycznej w wypowiedziach ustnych </w:t>
            </w:r>
            <w:r w:rsidRPr="00E00202">
              <w:rPr>
                <w:b w:val="0"/>
                <w:szCs w:val="22"/>
              </w:rPr>
              <w:br/>
              <w:t xml:space="preserve">i pisemnych. </w:t>
            </w:r>
          </w:p>
        </w:tc>
      </w:tr>
      <w:tr w:rsidR="00121A87" w:rsidRPr="00E00202" w14:paraId="6863286E" w14:textId="77777777" w:rsidTr="00923D7D">
        <w:tc>
          <w:tcPr>
            <w:tcW w:w="851" w:type="dxa"/>
            <w:vAlign w:val="center"/>
          </w:tcPr>
          <w:p w14:paraId="1847C224" w14:textId="7237D7D0" w:rsidR="00121A87" w:rsidRPr="00E00202" w:rsidRDefault="00121A87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E00202">
              <w:rPr>
                <w:b w:val="0"/>
                <w:szCs w:val="22"/>
              </w:rPr>
              <w:t>C4</w:t>
            </w:r>
          </w:p>
        </w:tc>
        <w:tc>
          <w:tcPr>
            <w:tcW w:w="8819" w:type="dxa"/>
            <w:vAlign w:val="center"/>
          </w:tcPr>
          <w:p w14:paraId="13EF8F8F" w14:textId="3B947A9D" w:rsidR="00121A87" w:rsidRPr="00E00202" w:rsidRDefault="00121A87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E00202">
              <w:rPr>
                <w:b w:val="0"/>
                <w:szCs w:val="22"/>
              </w:rPr>
              <w:t xml:space="preserve">Poszerzenie słownictwa oraz wprowadzenie słownictwa specjalistycznego (słownictwa z zakresu nauk o rodzinie). </w:t>
            </w:r>
          </w:p>
        </w:tc>
      </w:tr>
      <w:tr w:rsidR="00121A87" w:rsidRPr="00E00202" w14:paraId="55D3B1EF" w14:textId="77777777" w:rsidTr="00923D7D">
        <w:tc>
          <w:tcPr>
            <w:tcW w:w="851" w:type="dxa"/>
            <w:vAlign w:val="center"/>
          </w:tcPr>
          <w:p w14:paraId="2A806FDF" w14:textId="584D48FB" w:rsidR="00121A87" w:rsidRPr="00E00202" w:rsidRDefault="00121A87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E00202">
              <w:rPr>
                <w:b w:val="0"/>
                <w:szCs w:val="22"/>
              </w:rPr>
              <w:t>C5</w:t>
            </w:r>
          </w:p>
        </w:tc>
        <w:tc>
          <w:tcPr>
            <w:tcW w:w="8819" w:type="dxa"/>
            <w:vAlign w:val="center"/>
          </w:tcPr>
          <w:p w14:paraId="1C507636" w14:textId="17C4C57F" w:rsidR="00121A87" w:rsidRPr="00E00202" w:rsidRDefault="00121A87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 w:rsidRPr="00E00202">
              <w:rPr>
                <w:b w:val="0"/>
                <w:szCs w:val="22"/>
              </w:rPr>
              <w:t xml:space="preserve">Przygotowanie do przedstawienia zagadnień dotyczących własnej tematyki zawodowej w formie prezentacji opracowanej w oparciu o proste teksty fachowe. </w:t>
            </w:r>
          </w:p>
        </w:tc>
      </w:tr>
    </w:tbl>
    <w:p w14:paraId="278DD447" w14:textId="77777777" w:rsidR="0085747A" w:rsidRPr="00E00202" w:rsidRDefault="0085747A" w:rsidP="009C54AE">
      <w:pPr>
        <w:pStyle w:val="Punktygwne"/>
        <w:spacing w:before="0" w:after="0"/>
        <w:rPr>
          <w:b w:val="0"/>
          <w:smallCaps w:val="0"/>
          <w:color w:val="000000"/>
          <w:sz w:val="22"/>
        </w:rPr>
      </w:pPr>
    </w:p>
    <w:p w14:paraId="07157FB0" w14:textId="77777777" w:rsidR="001D7B54" w:rsidRPr="00E00202" w:rsidRDefault="009F4610" w:rsidP="009C54AE">
      <w:pPr>
        <w:spacing w:after="0" w:line="240" w:lineRule="auto"/>
        <w:ind w:left="426"/>
        <w:rPr>
          <w:rFonts w:ascii="Times New Roman" w:hAnsi="Times New Roman"/>
        </w:rPr>
      </w:pPr>
      <w:r w:rsidRPr="00E00202">
        <w:rPr>
          <w:rFonts w:ascii="Times New Roman" w:hAnsi="Times New Roman"/>
          <w:b/>
        </w:rPr>
        <w:t xml:space="preserve">3.2 </w:t>
      </w:r>
      <w:r w:rsidR="001D7B54" w:rsidRPr="00E00202">
        <w:rPr>
          <w:rFonts w:ascii="Times New Roman" w:hAnsi="Times New Roman"/>
          <w:b/>
        </w:rPr>
        <w:t xml:space="preserve">Efekty </w:t>
      </w:r>
      <w:r w:rsidR="00C05F44" w:rsidRPr="00E00202">
        <w:rPr>
          <w:rFonts w:ascii="Times New Roman" w:hAnsi="Times New Roman"/>
          <w:b/>
        </w:rPr>
        <w:t xml:space="preserve">uczenia się </w:t>
      </w:r>
      <w:r w:rsidR="001D7B54" w:rsidRPr="00E00202">
        <w:rPr>
          <w:rFonts w:ascii="Times New Roman" w:hAnsi="Times New Roman"/>
          <w:b/>
        </w:rPr>
        <w:t>dla przedmiotu</w:t>
      </w:r>
      <w:r w:rsidR="00445970" w:rsidRPr="00E00202">
        <w:rPr>
          <w:rFonts w:ascii="Times New Roman" w:hAnsi="Times New Roman"/>
        </w:rPr>
        <w:t xml:space="preserve"> </w:t>
      </w:r>
    </w:p>
    <w:p w14:paraId="5ED038E2" w14:textId="77777777" w:rsidR="001D7B54" w:rsidRPr="00E00202" w:rsidRDefault="001D7B54" w:rsidP="009C54AE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E00202" w14:paraId="1B36E428" w14:textId="77777777" w:rsidTr="00F12479">
        <w:tc>
          <w:tcPr>
            <w:tcW w:w="1681" w:type="dxa"/>
            <w:vAlign w:val="center"/>
          </w:tcPr>
          <w:p w14:paraId="75232DE9" w14:textId="77777777" w:rsidR="0085747A" w:rsidRPr="00E00202" w:rsidRDefault="0085747A" w:rsidP="00E00202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E00202">
              <w:rPr>
                <w:smallCaps w:val="0"/>
                <w:sz w:val="22"/>
              </w:rPr>
              <w:t>EK</w:t>
            </w:r>
            <w:r w:rsidR="00A84C85" w:rsidRPr="00E00202">
              <w:rPr>
                <w:b w:val="0"/>
                <w:smallCaps w:val="0"/>
                <w:sz w:val="22"/>
              </w:rPr>
              <w:t xml:space="preserve"> (</w:t>
            </w:r>
            <w:r w:rsidR="00C05F44" w:rsidRPr="00E00202">
              <w:rPr>
                <w:b w:val="0"/>
                <w:smallCaps w:val="0"/>
                <w:sz w:val="22"/>
              </w:rPr>
              <w:t>efekt uczenia się</w:t>
            </w:r>
            <w:r w:rsidR="00B82308" w:rsidRPr="00E00202">
              <w:rPr>
                <w:b w:val="0"/>
                <w:smallCaps w:val="0"/>
                <w:sz w:val="22"/>
              </w:rPr>
              <w:t>)</w:t>
            </w:r>
          </w:p>
        </w:tc>
        <w:tc>
          <w:tcPr>
            <w:tcW w:w="5974" w:type="dxa"/>
            <w:vAlign w:val="center"/>
          </w:tcPr>
          <w:p w14:paraId="61A52E7E" w14:textId="60C6E76D" w:rsidR="0085747A" w:rsidRPr="00E00202" w:rsidRDefault="0085747A" w:rsidP="00E00202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E00202">
              <w:rPr>
                <w:b w:val="0"/>
                <w:smallCaps w:val="0"/>
                <w:sz w:val="22"/>
              </w:rPr>
              <w:t xml:space="preserve">Treść efektu </w:t>
            </w:r>
            <w:r w:rsidR="00C05F44" w:rsidRPr="00E00202">
              <w:rPr>
                <w:b w:val="0"/>
                <w:smallCaps w:val="0"/>
                <w:sz w:val="22"/>
              </w:rPr>
              <w:t xml:space="preserve">uczenia się </w:t>
            </w:r>
            <w:r w:rsidRPr="00E00202">
              <w:rPr>
                <w:b w:val="0"/>
                <w:smallCaps w:val="0"/>
                <w:sz w:val="22"/>
              </w:rPr>
              <w:t>zdefiniowanego dla przedmiotu</w:t>
            </w:r>
          </w:p>
        </w:tc>
        <w:tc>
          <w:tcPr>
            <w:tcW w:w="1865" w:type="dxa"/>
            <w:vAlign w:val="center"/>
          </w:tcPr>
          <w:p w14:paraId="18F57284" w14:textId="77777777" w:rsidR="0085747A" w:rsidRPr="00E00202" w:rsidRDefault="0085747A" w:rsidP="00E00202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E00202">
              <w:rPr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E00202">
              <w:rPr>
                <w:rStyle w:val="Odwoanieprzypisudolnego"/>
                <w:b w:val="0"/>
                <w:smallCaps w:val="0"/>
                <w:sz w:val="22"/>
              </w:rPr>
              <w:footnoteReference w:id="1"/>
            </w:r>
          </w:p>
        </w:tc>
      </w:tr>
      <w:tr w:rsidR="0085747A" w:rsidRPr="00E00202" w14:paraId="3286923B" w14:textId="77777777" w:rsidTr="00F12479">
        <w:tc>
          <w:tcPr>
            <w:tcW w:w="1681" w:type="dxa"/>
          </w:tcPr>
          <w:p w14:paraId="23DBA0D5" w14:textId="77777777" w:rsidR="0085747A" w:rsidRPr="00E00202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E00202">
              <w:rPr>
                <w:b w:val="0"/>
                <w:smallCaps w:val="0"/>
                <w:sz w:val="22"/>
              </w:rPr>
              <w:t>EK</w:t>
            </w:r>
            <w:r w:rsidRPr="00E00202">
              <w:rPr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974" w:type="dxa"/>
          </w:tcPr>
          <w:p w14:paraId="3BB5DE1A" w14:textId="64D15394" w:rsidR="00797728" w:rsidRPr="00E00202" w:rsidRDefault="00DC5E03" w:rsidP="00174D0F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E00202">
              <w:rPr>
                <w:b w:val="0"/>
                <w:smallCaps w:val="0"/>
                <w:sz w:val="22"/>
              </w:rPr>
              <w:t xml:space="preserve">Student wypowie się w formie pisemnej </w:t>
            </w:r>
            <w:r w:rsidR="003A3059" w:rsidRPr="00E00202">
              <w:rPr>
                <w:b w:val="0"/>
                <w:smallCaps w:val="0"/>
                <w:sz w:val="22"/>
              </w:rPr>
              <w:t xml:space="preserve">w języku </w:t>
            </w:r>
            <w:r w:rsidR="009E169B" w:rsidRPr="00E00202">
              <w:rPr>
                <w:b w:val="0"/>
                <w:smallCaps w:val="0"/>
                <w:sz w:val="22"/>
              </w:rPr>
              <w:t>angielskim</w:t>
            </w:r>
            <w:r w:rsidR="003A3059" w:rsidRPr="00E00202">
              <w:rPr>
                <w:b w:val="0"/>
                <w:smallCaps w:val="0"/>
                <w:sz w:val="22"/>
              </w:rPr>
              <w:t xml:space="preserve"> w</w:t>
            </w:r>
            <w:r w:rsidR="00174D0F">
              <w:rPr>
                <w:b w:val="0"/>
                <w:smallCaps w:val="0"/>
                <w:sz w:val="22"/>
              </w:rPr>
              <w:t> </w:t>
            </w:r>
            <w:r w:rsidR="003A3059" w:rsidRPr="00E00202">
              <w:rPr>
                <w:b w:val="0"/>
                <w:smallCaps w:val="0"/>
                <w:sz w:val="22"/>
              </w:rPr>
              <w:t xml:space="preserve">zakresie specjalistycznych </w:t>
            </w:r>
            <w:r w:rsidR="009E169B" w:rsidRPr="00E00202">
              <w:rPr>
                <w:b w:val="0"/>
                <w:smallCaps w:val="0"/>
                <w:sz w:val="22"/>
              </w:rPr>
              <w:t xml:space="preserve">tekstów oraz </w:t>
            </w:r>
            <w:r w:rsidR="003A3059" w:rsidRPr="00E00202">
              <w:rPr>
                <w:b w:val="0"/>
                <w:smallCaps w:val="0"/>
                <w:sz w:val="22"/>
              </w:rPr>
              <w:t>projektów</w:t>
            </w:r>
            <w:r w:rsidR="00EE4CA9" w:rsidRPr="00E00202">
              <w:rPr>
                <w:b w:val="0"/>
                <w:smallCaps w:val="0"/>
                <w:sz w:val="22"/>
              </w:rPr>
              <w:t xml:space="preserve"> / referatów</w:t>
            </w:r>
            <w:r w:rsidR="003A3059" w:rsidRPr="00E00202">
              <w:rPr>
                <w:b w:val="0"/>
                <w:smallCaps w:val="0"/>
                <w:sz w:val="22"/>
              </w:rPr>
              <w:t xml:space="preserve"> pracy z rodziną.</w:t>
            </w:r>
          </w:p>
        </w:tc>
        <w:tc>
          <w:tcPr>
            <w:tcW w:w="1865" w:type="dxa"/>
          </w:tcPr>
          <w:p w14:paraId="23ACAAC9" w14:textId="77777777" w:rsidR="00921607" w:rsidRPr="00E00202" w:rsidRDefault="00921607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  <w:p w14:paraId="4B16534D" w14:textId="01653B9D" w:rsidR="0085747A" w:rsidRPr="00E00202" w:rsidRDefault="00F12479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E00202">
              <w:rPr>
                <w:b w:val="0"/>
                <w:smallCaps w:val="0"/>
                <w:sz w:val="22"/>
              </w:rPr>
              <w:t>K_U1</w:t>
            </w:r>
            <w:r w:rsidR="009A466B" w:rsidRPr="00E00202">
              <w:rPr>
                <w:b w:val="0"/>
                <w:smallCaps w:val="0"/>
                <w:sz w:val="22"/>
              </w:rPr>
              <w:t>2</w:t>
            </w:r>
          </w:p>
        </w:tc>
      </w:tr>
      <w:tr w:rsidR="0085747A" w:rsidRPr="00E00202" w14:paraId="54389C0A" w14:textId="77777777" w:rsidTr="00F12479">
        <w:tc>
          <w:tcPr>
            <w:tcW w:w="1681" w:type="dxa"/>
          </w:tcPr>
          <w:p w14:paraId="6FA4B26E" w14:textId="77777777" w:rsidR="0085747A" w:rsidRPr="00E00202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E00202">
              <w:rPr>
                <w:b w:val="0"/>
                <w:smallCaps w:val="0"/>
                <w:sz w:val="22"/>
              </w:rPr>
              <w:t>EK_02</w:t>
            </w:r>
          </w:p>
        </w:tc>
        <w:tc>
          <w:tcPr>
            <w:tcW w:w="5974" w:type="dxa"/>
          </w:tcPr>
          <w:p w14:paraId="1C5E0D5D" w14:textId="62F2E6D7" w:rsidR="00921607" w:rsidRPr="00E00202" w:rsidRDefault="00DC5E03" w:rsidP="00174D0F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E00202">
              <w:rPr>
                <w:b w:val="0"/>
                <w:smallCaps w:val="0"/>
                <w:sz w:val="22"/>
              </w:rPr>
              <w:t xml:space="preserve">Student </w:t>
            </w:r>
            <w:r w:rsidR="001B1FEB" w:rsidRPr="00E00202">
              <w:rPr>
                <w:b w:val="0"/>
                <w:smallCaps w:val="0"/>
                <w:sz w:val="22"/>
              </w:rPr>
              <w:t>zrozumie tekst specjalistyczny z zakresu tematyki o</w:t>
            </w:r>
            <w:r w:rsidR="00174D0F">
              <w:rPr>
                <w:b w:val="0"/>
                <w:smallCaps w:val="0"/>
                <w:sz w:val="22"/>
              </w:rPr>
              <w:t> </w:t>
            </w:r>
            <w:r w:rsidR="001B1FEB" w:rsidRPr="00E00202">
              <w:rPr>
                <w:b w:val="0"/>
                <w:smallCaps w:val="0"/>
                <w:sz w:val="22"/>
              </w:rPr>
              <w:t xml:space="preserve">rodzinie, zastosuje specjalistyczne słownictwo </w:t>
            </w:r>
            <w:r w:rsidR="00921607" w:rsidRPr="00E00202">
              <w:rPr>
                <w:b w:val="0"/>
                <w:smallCaps w:val="0"/>
                <w:sz w:val="22"/>
              </w:rPr>
              <w:br/>
            </w:r>
            <w:r w:rsidR="001B1FEB" w:rsidRPr="00E00202">
              <w:rPr>
                <w:b w:val="0"/>
                <w:smallCaps w:val="0"/>
                <w:sz w:val="22"/>
              </w:rPr>
              <w:t xml:space="preserve">w odpowiednim zakresie, </w:t>
            </w:r>
            <w:r w:rsidRPr="00E00202">
              <w:rPr>
                <w:b w:val="0"/>
                <w:smallCaps w:val="0"/>
                <w:sz w:val="22"/>
              </w:rPr>
              <w:t>wypowie się</w:t>
            </w:r>
            <w:r w:rsidR="001B1FEB" w:rsidRPr="00E00202">
              <w:rPr>
                <w:b w:val="0"/>
                <w:smallCaps w:val="0"/>
                <w:sz w:val="22"/>
              </w:rPr>
              <w:t xml:space="preserve"> w formie werbalnej i</w:t>
            </w:r>
            <w:r w:rsidR="00174D0F">
              <w:rPr>
                <w:b w:val="0"/>
                <w:smallCaps w:val="0"/>
                <w:sz w:val="22"/>
              </w:rPr>
              <w:t> </w:t>
            </w:r>
            <w:r w:rsidR="001B1FEB" w:rsidRPr="00E00202">
              <w:rPr>
                <w:b w:val="0"/>
                <w:smallCaps w:val="0"/>
                <w:sz w:val="22"/>
              </w:rPr>
              <w:t>pisemnej</w:t>
            </w:r>
            <w:r w:rsidRPr="00E00202">
              <w:rPr>
                <w:b w:val="0"/>
                <w:smallCaps w:val="0"/>
                <w:sz w:val="22"/>
              </w:rPr>
              <w:t xml:space="preserve"> na wybrane tematy</w:t>
            </w:r>
            <w:r w:rsidR="00074915" w:rsidRPr="00E00202">
              <w:rPr>
                <w:b w:val="0"/>
                <w:smallCaps w:val="0"/>
                <w:sz w:val="22"/>
              </w:rPr>
              <w:t xml:space="preserve"> </w:t>
            </w:r>
            <w:r w:rsidR="001B1FEB" w:rsidRPr="00E00202">
              <w:rPr>
                <w:b w:val="0"/>
                <w:smallCaps w:val="0"/>
                <w:sz w:val="22"/>
              </w:rPr>
              <w:t>oraz</w:t>
            </w:r>
            <w:r w:rsidR="00074915" w:rsidRPr="00E00202">
              <w:rPr>
                <w:b w:val="0"/>
                <w:smallCaps w:val="0"/>
                <w:sz w:val="22"/>
              </w:rPr>
              <w:t xml:space="preserve"> przygotuje wystąpienie</w:t>
            </w:r>
            <w:r w:rsidRPr="00E00202">
              <w:rPr>
                <w:b w:val="0"/>
                <w:smallCaps w:val="0"/>
                <w:sz w:val="22"/>
              </w:rPr>
              <w:t xml:space="preserve"> związane z funkcjonowaniem rodziny w różnorodnych obszarach</w:t>
            </w:r>
            <w:r w:rsidR="00074915" w:rsidRPr="00E00202">
              <w:rPr>
                <w:b w:val="0"/>
                <w:smallCaps w:val="0"/>
                <w:sz w:val="22"/>
              </w:rPr>
              <w:t xml:space="preserve"> p</w:t>
            </w:r>
            <w:r w:rsidR="003A3059" w:rsidRPr="00E00202">
              <w:rPr>
                <w:b w:val="0"/>
                <w:smallCaps w:val="0"/>
                <w:sz w:val="22"/>
              </w:rPr>
              <w:t>osługuj</w:t>
            </w:r>
            <w:r w:rsidRPr="00E00202">
              <w:rPr>
                <w:b w:val="0"/>
                <w:smallCaps w:val="0"/>
                <w:sz w:val="22"/>
              </w:rPr>
              <w:t>ąc się poprawnie</w:t>
            </w:r>
            <w:r w:rsidR="003A3059" w:rsidRPr="00E00202">
              <w:rPr>
                <w:b w:val="0"/>
                <w:smallCaps w:val="0"/>
                <w:sz w:val="22"/>
              </w:rPr>
              <w:t xml:space="preserve"> terminologią pedagogiczną w języku </w:t>
            </w:r>
            <w:r w:rsidR="00921607" w:rsidRPr="00E00202">
              <w:rPr>
                <w:b w:val="0"/>
                <w:smallCaps w:val="0"/>
                <w:sz w:val="22"/>
              </w:rPr>
              <w:t>angielskim</w:t>
            </w:r>
            <w:r w:rsidR="003A3059" w:rsidRPr="00E00202">
              <w:rPr>
                <w:b w:val="0"/>
                <w:smallCaps w:val="0"/>
                <w:sz w:val="22"/>
              </w:rPr>
              <w:t xml:space="preserve"> na poziomie B2 Europejskiego Systemu Opisu Kształcenia Językowego</w:t>
            </w:r>
            <w:r w:rsidRPr="00E00202">
              <w:rPr>
                <w:b w:val="0"/>
                <w:smallCaps w:val="0"/>
                <w:sz w:val="22"/>
              </w:rPr>
              <w:t xml:space="preserve">. </w:t>
            </w:r>
            <w:r w:rsidR="003A3059" w:rsidRPr="00E00202">
              <w:rPr>
                <w:b w:val="0"/>
                <w:smallCaps w:val="0"/>
                <w:sz w:val="22"/>
              </w:rPr>
              <w:t xml:space="preserve"> </w:t>
            </w:r>
          </w:p>
        </w:tc>
        <w:tc>
          <w:tcPr>
            <w:tcW w:w="1865" w:type="dxa"/>
          </w:tcPr>
          <w:p w14:paraId="5AC63828" w14:textId="77777777" w:rsidR="00921607" w:rsidRPr="00E00202" w:rsidRDefault="00921607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  <w:p w14:paraId="5F3375BC" w14:textId="3E72F24D" w:rsidR="0085747A" w:rsidRPr="00E00202" w:rsidRDefault="00F12479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E00202">
              <w:rPr>
                <w:b w:val="0"/>
                <w:smallCaps w:val="0"/>
                <w:sz w:val="22"/>
              </w:rPr>
              <w:t>K_U1</w:t>
            </w:r>
            <w:r w:rsidR="009A466B" w:rsidRPr="00E00202">
              <w:rPr>
                <w:b w:val="0"/>
                <w:smallCaps w:val="0"/>
                <w:sz w:val="22"/>
              </w:rPr>
              <w:t>3</w:t>
            </w:r>
          </w:p>
        </w:tc>
      </w:tr>
      <w:tr w:rsidR="003A3059" w:rsidRPr="00E00202" w14:paraId="0AB88413" w14:textId="77777777" w:rsidTr="00F12479">
        <w:tc>
          <w:tcPr>
            <w:tcW w:w="1681" w:type="dxa"/>
          </w:tcPr>
          <w:p w14:paraId="3CD4D5C2" w14:textId="7D641F71" w:rsidR="003A3059" w:rsidRPr="00E00202" w:rsidRDefault="003A3059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E00202">
              <w:rPr>
                <w:b w:val="0"/>
                <w:smallCaps w:val="0"/>
                <w:sz w:val="22"/>
              </w:rPr>
              <w:t>EK_03</w:t>
            </w:r>
          </w:p>
        </w:tc>
        <w:tc>
          <w:tcPr>
            <w:tcW w:w="5974" w:type="dxa"/>
          </w:tcPr>
          <w:p w14:paraId="4C1937A9" w14:textId="1AA0C2DE" w:rsidR="00797728" w:rsidRPr="00E00202" w:rsidRDefault="00DC5E03" w:rsidP="00174D0F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E00202">
              <w:rPr>
                <w:b w:val="0"/>
                <w:smallCaps w:val="0"/>
                <w:sz w:val="22"/>
              </w:rPr>
              <w:t xml:space="preserve">Student dokona </w:t>
            </w:r>
            <w:r w:rsidR="003A3059" w:rsidRPr="00E00202">
              <w:rPr>
                <w:b w:val="0"/>
                <w:smallCaps w:val="0"/>
                <w:sz w:val="22"/>
              </w:rPr>
              <w:t xml:space="preserve">krytycznej oceny posiadanej wiedzy </w:t>
            </w:r>
            <w:r w:rsidR="003A3059" w:rsidRPr="00E00202">
              <w:rPr>
                <w:b w:val="0"/>
                <w:smallCaps w:val="0"/>
                <w:sz w:val="22"/>
              </w:rPr>
              <w:br/>
              <w:t>i umiejętności</w:t>
            </w:r>
            <w:r w:rsidR="009E169B" w:rsidRPr="00E00202">
              <w:rPr>
                <w:b w:val="0"/>
                <w:smallCaps w:val="0"/>
                <w:sz w:val="22"/>
              </w:rPr>
              <w:t xml:space="preserve"> w zakresie języka angielskiego z terminologią specjalistyczną</w:t>
            </w:r>
            <w:r w:rsidR="003A3059" w:rsidRPr="00E00202">
              <w:rPr>
                <w:b w:val="0"/>
                <w:smallCaps w:val="0"/>
                <w:sz w:val="22"/>
              </w:rPr>
              <w:t>.</w:t>
            </w:r>
          </w:p>
        </w:tc>
        <w:tc>
          <w:tcPr>
            <w:tcW w:w="1865" w:type="dxa"/>
          </w:tcPr>
          <w:p w14:paraId="0C0BDEE7" w14:textId="77777777" w:rsidR="00921607" w:rsidRPr="00E00202" w:rsidRDefault="00921607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  <w:p w14:paraId="7E793378" w14:textId="76007EC2" w:rsidR="003A3059" w:rsidRPr="00E00202" w:rsidRDefault="003A3059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E00202">
              <w:rPr>
                <w:b w:val="0"/>
                <w:smallCaps w:val="0"/>
                <w:sz w:val="22"/>
              </w:rPr>
              <w:t>K_K01</w:t>
            </w:r>
          </w:p>
        </w:tc>
      </w:tr>
    </w:tbl>
    <w:p w14:paraId="56F17710" w14:textId="77777777" w:rsidR="00797728" w:rsidRPr="00174D0F" w:rsidRDefault="00797728" w:rsidP="00174D0F">
      <w:pPr>
        <w:spacing w:line="240" w:lineRule="auto"/>
        <w:jc w:val="both"/>
        <w:rPr>
          <w:rFonts w:ascii="Times New Roman" w:hAnsi="Times New Roman"/>
          <w:b/>
        </w:rPr>
      </w:pPr>
    </w:p>
    <w:p w14:paraId="0FF115C3" w14:textId="02E99B24" w:rsidR="0085747A" w:rsidRPr="00E00202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</w:rPr>
      </w:pPr>
      <w:r w:rsidRPr="00E00202">
        <w:rPr>
          <w:rFonts w:ascii="Times New Roman" w:hAnsi="Times New Roman"/>
          <w:b/>
        </w:rPr>
        <w:t>3.3</w:t>
      </w:r>
      <w:r w:rsidR="001D7B54" w:rsidRPr="00E00202">
        <w:rPr>
          <w:rFonts w:ascii="Times New Roman" w:hAnsi="Times New Roman"/>
          <w:b/>
        </w:rPr>
        <w:t xml:space="preserve"> </w:t>
      </w:r>
      <w:r w:rsidR="0085747A" w:rsidRPr="00E00202">
        <w:rPr>
          <w:rFonts w:ascii="Times New Roman" w:hAnsi="Times New Roman"/>
          <w:b/>
        </w:rPr>
        <w:t>T</w:t>
      </w:r>
      <w:r w:rsidR="001D7B54" w:rsidRPr="00E00202">
        <w:rPr>
          <w:rFonts w:ascii="Times New Roman" w:hAnsi="Times New Roman"/>
          <w:b/>
        </w:rPr>
        <w:t xml:space="preserve">reści programowe </w:t>
      </w:r>
      <w:r w:rsidR="007327BD" w:rsidRPr="00E00202">
        <w:rPr>
          <w:rFonts w:ascii="Times New Roman" w:hAnsi="Times New Roman"/>
        </w:rPr>
        <w:t xml:space="preserve">  </w:t>
      </w:r>
    </w:p>
    <w:p w14:paraId="2EDC85D3" w14:textId="77777777" w:rsidR="0085747A" w:rsidRPr="00E0020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</w:rPr>
      </w:pPr>
      <w:r w:rsidRPr="00E00202">
        <w:rPr>
          <w:rFonts w:ascii="Times New Roman" w:hAnsi="Times New Roman"/>
        </w:rPr>
        <w:t xml:space="preserve">Problematyka wykładu </w:t>
      </w:r>
    </w:p>
    <w:p w14:paraId="5D06BB07" w14:textId="77777777" w:rsidR="00675843" w:rsidRPr="00E00202" w:rsidRDefault="00675843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00202" w14:paraId="0AD6F1E9" w14:textId="77777777" w:rsidTr="00174D0F">
        <w:tc>
          <w:tcPr>
            <w:tcW w:w="9520" w:type="dxa"/>
          </w:tcPr>
          <w:p w14:paraId="6641F167" w14:textId="77777777" w:rsidR="0085747A" w:rsidRPr="00E00202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 w:rsidRPr="00E00202">
              <w:rPr>
                <w:rFonts w:ascii="Times New Roman" w:hAnsi="Times New Roman"/>
              </w:rPr>
              <w:t>Treści merytoryczne</w:t>
            </w:r>
          </w:p>
        </w:tc>
      </w:tr>
      <w:tr w:rsidR="0085747A" w:rsidRPr="00E00202" w14:paraId="0D6E225A" w14:textId="77777777" w:rsidTr="00174D0F">
        <w:tc>
          <w:tcPr>
            <w:tcW w:w="9520" w:type="dxa"/>
          </w:tcPr>
          <w:p w14:paraId="730B23ED" w14:textId="4341DD34" w:rsidR="0085747A" w:rsidRPr="00E00202" w:rsidRDefault="00174D0F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14:paraId="7B880E2E" w14:textId="77777777" w:rsidR="0085747A" w:rsidRPr="00E00202" w:rsidRDefault="0085747A" w:rsidP="009C54AE">
      <w:pPr>
        <w:spacing w:after="0" w:line="240" w:lineRule="auto"/>
        <w:rPr>
          <w:rFonts w:ascii="Times New Roman" w:hAnsi="Times New Roman"/>
        </w:rPr>
      </w:pPr>
    </w:p>
    <w:p w14:paraId="2D94F525" w14:textId="77777777" w:rsidR="0085747A" w:rsidRPr="00E0020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</w:rPr>
      </w:pPr>
      <w:r w:rsidRPr="00E00202">
        <w:rPr>
          <w:rFonts w:ascii="Times New Roman" w:hAnsi="Times New Roman"/>
        </w:rPr>
        <w:t>Problematyka ćwiczeń audytoryjnych, konwersatoryjnych, laboratoryjnych</w:t>
      </w:r>
      <w:r w:rsidR="009F4610" w:rsidRPr="00E00202">
        <w:rPr>
          <w:rFonts w:ascii="Times New Roman" w:hAnsi="Times New Roman"/>
        </w:rPr>
        <w:t xml:space="preserve">, </w:t>
      </w:r>
      <w:r w:rsidRPr="00E00202">
        <w:rPr>
          <w:rFonts w:ascii="Times New Roman" w:hAnsi="Times New Roman"/>
        </w:rPr>
        <w:t xml:space="preserve">zajęć praktycznych </w:t>
      </w:r>
    </w:p>
    <w:p w14:paraId="468D5ECA" w14:textId="77777777" w:rsidR="0085747A" w:rsidRPr="00E00202" w:rsidRDefault="0085747A" w:rsidP="009C54AE">
      <w:pPr>
        <w:pStyle w:val="Akapitzlist"/>
        <w:spacing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00202" w14:paraId="4393A657" w14:textId="77777777" w:rsidTr="00B80F4C">
        <w:tc>
          <w:tcPr>
            <w:tcW w:w="9520" w:type="dxa"/>
          </w:tcPr>
          <w:p w14:paraId="06B467BD" w14:textId="77777777" w:rsidR="0085747A" w:rsidRPr="00E0020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</w:rPr>
            </w:pPr>
            <w:r w:rsidRPr="00E00202">
              <w:rPr>
                <w:rFonts w:ascii="Times New Roman" w:hAnsi="Times New Roman"/>
              </w:rPr>
              <w:t>Treści merytoryczne</w:t>
            </w:r>
          </w:p>
          <w:p w14:paraId="387A36C3" w14:textId="0871897E" w:rsidR="00797728" w:rsidRPr="00E00202" w:rsidRDefault="00797728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</w:rPr>
            </w:pPr>
          </w:p>
        </w:tc>
      </w:tr>
      <w:tr w:rsidR="00816F6B" w:rsidRPr="00E00202" w14:paraId="3417A695" w14:textId="77777777" w:rsidTr="00B80F4C">
        <w:tc>
          <w:tcPr>
            <w:tcW w:w="9520" w:type="dxa"/>
          </w:tcPr>
          <w:p w14:paraId="126126BC" w14:textId="166859E8" w:rsidR="00816F6B" w:rsidRPr="00E00202" w:rsidRDefault="00254EE0" w:rsidP="00816F6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00202">
              <w:rPr>
                <w:rFonts w:ascii="Times New Roman" w:hAnsi="Times New Roman"/>
              </w:rPr>
              <w:t>Studia na uniwersytecie. Życie studenckie. Struktura organizacyjna uczelni.  Usługa edukacyjna w zakresie nauk o rodzinie.  Relacjonowanie z elementami dyskusji; typowe zwroty i wyrażenia.</w:t>
            </w:r>
          </w:p>
        </w:tc>
      </w:tr>
      <w:tr w:rsidR="00816F6B" w:rsidRPr="00E00202" w14:paraId="620975D4" w14:textId="77777777" w:rsidTr="00B80F4C">
        <w:tc>
          <w:tcPr>
            <w:tcW w:w="9520" w:type="dxa"/>
          </w:tcPr>
          <w:p w14:paraId="0A5E6305" w14:textId="24608E99" w:rsidR="00816F6B" w:rsidRPr="00E00202" w:rsidRDefault="00816F6B" w:rsidP="00A82E0E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00202">
              <w:rPr>
                <w:rFonts w:ascii="Times New Roman" w:hAnsi="Times New Roman"/>
              </w:rPr>
              <w:t>Pochodzenie i relacje rodzinne.</w:t>
            </w:r>
            <w:r w:rsidR="00254EE0" w:rsidRPr="00E00202">
              <w:rPr>
                <w:rFonts w:ascii="Times New Roman" w:hAnsi="Times New Roman"/>
              </w:rPr>
              <w:t xml:space="preserve"> Praca z tekstem oryginalnym; translacja, streszczenie.</w:t>
            </w:r>
          </w:p>
        </w:tc>
      </w:tr>
      <w:tr w:rsidR="00816F6B" w:rsidRPr="00E00202" w14:paraId="5E0313EC" w14:textId="77777777" w:rsidTr="00B80F4C">
        <w:tc>
          <w:tcPr>
            <w:tcW w:w="9520" w:type="dxa"/>
          </w:tcPr>
          <w:p w14:paraId="1FFA3D01" w14:textId="274B5628" w:rsidR="00816F6B" w:rsidRPr="00E00202" w:rsidRDefault="00816F6B" w:rsidP="00816F6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00202">
              <w:rPr>
                <w:rFonts w:ascii="Times New Roman" w:hAnsi="Times New Roman"/>
              </w:rPr>
              <w:lastRenderedPageBreak/>
              <w:t xml:space="preserve">Zainteresowania, czas wolny, relacje w grupie. </w:t>
            </w:r>
            <w:r w:rsidR="00254EE0" w:rsidRPr="00E00202">
              <w:rPr>
                <w:rFonts w:ascii="Times New Roman" w:hAnsi="Times New Roman"/>
              </w:rPr>
              <w:t>Sporządzanie notatek, przygotowanie dłuższej wypowiedzi pisemnej.</w:t>
            </w:r>
          </w:p>
        </w:tc>
      </w:tr>
      <w:tr w:rsidR="00816F6B" w:rsidRPr="00E00202" w14:paraId="7BA81422" w14:textId="77777777" w:rsidTr="00B80F4C">
        <w:tc>
          <w:tcPr>
            <w:tcW w:w="9520" w:type="dxa"/>
          </w:tcPr>
          <w:p w14:paraId="74264814" w14:textId="1034F674" w:rsidR="00816F6B" w:rsidRPr="00E00202" w:rsidRDefault="00816F6B" w:rsidP="00816F6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00202">
              <w:rPr>
                <w:rFonts w:ascii="Times New Roman" w:hAnsi="Times New Roman"/>
              </w:rPr>
              <w:t>Współczesne kierunki pedagogiczne. Podstawowe pojęcia współczesnej pedagogiki.</w:t>
            </w:r>
            <w:r w:rsidR="00254EE0" w:rsidRPr="00E00202">
              <w:rPr>
                <w:rFonts w:ascii="Times New Roman" w:hAnsi="Times New Roman"/>
              </w:rPr>
              <w:t xml:space="preserve"> Praca z tekstem oryginalnym; translacja.</w:t>
            </w:r>
          </w:p>
        </w:tc>
      </w:tr>
      <w:tr w:rsidR="00816F6B" w:rsidRPr="00E00202" w14:paraId="62943677" w14:textId="77777777" w:rsidTr="00B80F4C">
        <w:tc>
          <w:tcPr>
            <w:tcW w:w="9520" w:type="dxa"/>
          </w:tcPr>
          <w:p w14:paraId="39934A3F" w14:textId="5ADF8346" w:rsidR="00816F6B" w:rsidRPr="00E00202" w:rsidRDefault="00816F6B" w:rsidP="00816F6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00202">
              <w:rPr>
                <w:rFonts w:ascii="Times New Roman" w:hAnsi="Times New Roman"/>
              </w:rPr>
              <w:t>Problemy współczesnej pedagogiki.</w:t>
            </w:r>
            <w:r w:rsidR="00254EE0" w:rsidRPr="00E00202">
              <w:rPr>
                <w:rFonts w:ascii="Times New Roman" w:hAnsi="Times New Roman"/>
              </w:rPr>
              <w:t xml:space="preserve"> Projekt indywidualny studentów na wybrany temat (np. Uzależnienia, Problemy współczesnej rodziny, Ochrona środowiska naturalnego).</w:t>
            </w:r>
          </w:p>
        </w:tc>
      </w:tr>
      <w:tr w:rsidR="00816F6B" w:rsidRPr="00E00202" w14:paraId="481225AB" w14:textId="77777777" w:rsidTr="00B80F4C">
        <w:tc>
          <w:tcPr>
            <w:tcW w:w="9520" w:type="dxa"/>
          </w:tcPr>
          <w:p w14:paraId="2DDC0D16" w14:textId="77777777" w:rsidR="00254EE0" w:rsidRPr="00E00202" w:rsidRDefault="00254EE0" w:rsidP="00254EE0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00202">
              <w:rPr>
                <w:rFonts w:ascii="Times New Roman" w:hAnsi="Times New Roman"/>
              </w:rPr>
              <w:t>Pedagogika:</w:t>
            </w:r>
          </w:p>
          <w:p w14:paraId="6DEEDC48" w14:textId="77777777" w:rsidR="00254EE0" w:rsidRPr="00E00202" w:rsidRDefault="00254EE0" w:rsidP="00254EE0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00202">
              <w:rPr>
                <w:rFonts w:ascii="Times New Roman" w:hAnsi="Times New Roman"/>
              </w:rPr>
              <w:t xml:space="preserve">- nauka zajmująca się wychowaniem i kształceniem oraz teoria wychowania. </w:t>
            </w:r>
          </w:p>
          <w:p w14:paraId="21B8C2B4" w14:textId="7F85A772" w:rsidR="00816F6B" w:rsidRPr="00E00202" w:rsidRDefault="00254EE0" w:rsidP="00254EE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00202">
              <w:rPr>
                <w:rFonts w:ascii="Times New Roman" w:hAnsi="Times New Roman"/>
              </w:rPr>
              <w:t>Typowe zwroty stosowane w definiowaniu. Naukowe źródła bibliograficzne obcojęzyczne, sporządzanie przypisów (zastosowanie w pisaniu referatów i prac dyplomowych).</w:t>
            </w:r>
          </w:p>
        </w:tc>
      </w:tr>
      <w:tr w:rsidR="00816F6B" w:rsidRPr="00E00202" w14:paraId="291A6AC5" w14:textId="77777777" w:rsidTr="00B80F4C">
        <w:tc>
          <w:tcPr>
            <w:tcW w:w="9520" w:type="dxa"/>
          </w:tcPr>
          <w:p w14:paraId="440258EE" w14:textId="4BBC0B0A" w:rsidR="00254EE0" w:rsidRPr="00E00202" w:rsidRDefault="00816F6B" w:rsidP="00816F6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00202">
              <w:rPr>
                <w:rFonts w:ascii="Times New Roman" w:hAnsi="Times New Roman"/>
              </w:rPr>
              <w:t>Psychologia rodziny. Kształtowanie osobowości człowieka w środowisku rodzinnym, problemy młodych ludzi.</w:t>
            </w:r>
            <w:r w:rsidR="0042624A" w:rsidRPr="00E00202">
              <w:rPr>
                <w:rFonts w:ascii="Times New Roman" w:hAnsi="Times New Roman"/>
              </w:rPr>
              <w:t xml:space="preserve"> Dyskusja na forum grupy.</w:t>
            </w:r>
          </w:p>
        </w:tc>
      </w:tr>
      <w:tr w:rsidR="00816F6B" w:rsidRPr="00E00202" w14:paraId="23FE186C" w14:textId="77777777" w:rsidTr="00B80F4C">
        <w:tc>
          <w:tcPr>
            <w:tcW w:w="9520" w:type="dxa"/>
          </w:tcPr>
          <w:p w14:paraId="1123C30A" w14:textId="08006D15" w:rsidR="0042624A" w:rsidRPr="00E00202" w:rsidRDefault="00816F6B" w:rsidP="0042624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00202">
              <w:rPr>
                <w:rFonts w:ascii="Times New Roman" w:hAnsi="Times New Roman"/>
              </w:rPr>
              <w:t xml:space="preserve">Pomoc rodzinie, asystent rodziny. </w:t>
            </w:r>
            <w:r w:rsidR="0042624A" w:rsidRPr="00E00202">
              <w:rPr>
                <w:rFonts w:ascii="Times New Roman" w:hAnsi="Times New Roman"/>
              </w:rPr>
              <w:t>Praca z tekstem oryginalnym z elementami dyskusji.</w:t>
            </w:r>
          </w:p>
        </w:tc>
      </w:tr>
      <w:tr w:rsidR="00816F6B" w:rsidRPr="00E00202" w14:paraId="1D0D24E1" w14:textId="77777777" w:rsidTr="00B80F4C">
        <w:tc>
          <w:tcPr>
            <w:tcW w:w="9520" w:type="dxa"/>
          </w:tcPr>
          <w:p w14:paraId="032E29FB" w14:textId="13656811" w:rsidR="00816F6B" w:rsidRPr="00E00202" w:rsidRDefault="00816F6B" w:rsidP="00816F6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00202">
              <w:rPr>
                <w:rFonts w:ascii="Times New Roman" w:hAnsi="Times New Roman"/>
              </w:rPr>
              <w:t>Reklama. Cechy dobrej reklamy, socjotechniki sprzedaży, tworzenie kampanii społecznej.</w:t>
            </w:r>
            <w:r w:rsidR="0042624A" w:rsidRPr="00E00202">
              <w:rPr>
                <w:rFonts w:ascii="Times New Roman" w:hAnsi="Times New Roman"/>
              </w:rPr>
              <w:t xml:space="preserve"> Przykłady – projekt indywidualny studentów.</w:t>
            </w:r>
          </w:p>
        </w:tc>
      </w:tr>
      <w:tr w:rsidR="00816F6B" w:rsidRPr="00E00202" w14:paraId="0985D7DE" w14:textId="77777777" w:rsidTr="00B80F4C">
        <w:tc>
          <w:tcPr>
            <w:tcW w:w="9520" w:type="dxa"/>
          </w:tcPr>
          <w:p w14:paraId="05402987" w14:textId="0498CFEF" w:rsidR="00816F6B" w:rsidRPr="00E00202" w:rsidRDefault="00816F6B" w:rsidP="0042624A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00202">
              <w:rPr>
                <w:rFonts w:ascii="Times New Roman" w:hAnsi="Times New Roman"/>
              </w:rPr>
              <w:t>Prasa, telewizja, media elektroniczne. Zasady korzystania z mediów, wywiady ze znanymi osobistościami.</w:t>
            </w:r>
            <w:r w:rsidR="0042624A" w:rsidRPr="00E00202">
              <w:rPr>
                <w:rFonts w:ascii="Times New Roman" w:hAnsi="Times New Roman"/>
              </w:rPr>
              <w:t xml:space="preserve"> Definicje i przykłady. Praca nad tekstem oryginalnym; przygotowanie wypowiedzi pisemnej. </w:t>
            </w:r>
          </w:p>
        </w:tc>
      </w:tr>
      <w:tr w:rsidR="00816F6B" w:rsidRPr="00E00202" w14:paraId="00529AC8" w14:textId="77777777" w:rsidTr="00B80F4C">
        <w:tc>
          <w:tcPr>
            <w:tcW w:w="9520" w:type="dxa"/>
          </w:tcPr>
          <w:p w14:paraId="3E4BE30F" w14:textId="345618D0" w:rsidR="0042624A" w:rsidRPr="00E00202" w:rsidRDefault="00816F6B" w:rsidP="00816F6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00202">
              <w:rPr>
                <w:rFonts w:ascii="Times New Roman" w:hAnsi="Times New Roman"/>
              </w:rPr>
              <w:t>Wirtualna rewolucja. Portale społecznościowe, blogi internetowe i inne środki przekazu, wpływ, możliwości i zagrożenia.</w:t>
            </w:r>
          </w:p>
        </w:tc>
      </w:tr>
      <w:tr w:rsidR="00816F6B" w:rsidRPr="00E00202" w14:paraId="0B3DC7E6" w14:textId="77777777" w:rsidTr="00B80F4C">
        <w:tc>
          <w:tcPr>
            <w:tcW w:w="9520" w:type="dxa"/>
          </w:tcPr>
          <w:p w14:paraId="72E661AB" w14:textId="6602A5B9" w:rsidR="00816F6B" w:rsidRPr="00E00202" w:rsidRDefault="00816F6B" w:rsidP="00816F6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00202">
              <w:rPr>
                <w:rFonts w:ascii="Times New Roman" w:hAnsi="Times New Roman"/>
              </w:rPr>
              <w:t xml:space="preserve">Rozrywka. Rola telewizji i Internetu w życiu społecznym i rodzinnym. </w:t>
            </w:r>
            <w:r w:rsidR="009F220F" w:rsidRPr="00E00202">
              <w:rPr>
                <w:rFonts w:ascii="Times New Roman" w:hAnsi="Times New Roman"/>
              </w:rPr>
              <w:t xml:space="preserve">Praca z tekstem oryginalnym i argumentowanie. </w:t>
            </w:r>
          </w:p>
        </w:tc>
      </w:tr>
      <w:tr w:rsidR="00816F6B" w:rsidRPr="00E00202" w14:paraId="71B9361E" w14:textId="77777777" w:rsidTr="00B80F4C">
        <w:tc>
          <w:tcPr>
            <w:tcW w:w="9520" w:type="dxa"/>
          </w:tcPr>
          <w:p w14:paraId="63132D2E" w14:textId="0E9C92F6" w:rsidR="00816F6B" w:rsidRPr="00E00202" w:rsidRDefault="00816F6B" w:rsidP="00816F6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00202">
              <w:rPr>
                <w:rFonts w:ascii="Times New Roman" w:hAnsi="Times New Roman"/>
              </w:rPr>
              <w:t>Technologia i wynalazki. Wygląd i funkcja przedmiotu, korzyści i zagrożenia społeczne.</w:t>
            </w:r>
            <w:r w:rsidR="004775E0" w:rsidRPr="00E00202">
              <w:rPr>
                <w:rFonts w:ascii="Times New Roman" w:hAnsi="Times New Roman"/>
              </w:rPr>
              <w:t xml:space="preserve"> Argumentacja podczas dyskusji; argumentacja w wypowiedzi pisemnej</w:t>
            </w:r>
          </w:p>
        </w:tc>
      </w:tr>
      <w:tr w:rsidR="00816F6B" w:rsidRPr="00E00202" w14:paraId="700D6BD2" w14:textId="77777777" w:rsidTr="00B80F4C">
        <w:tc>
          <w:tcPr>
            <w:tcW w:w="9520" w:type="dxa"/>
          </w:tcPr>
          <w:p w14:paraId="59F6E71F" w14:textId="27BE984C" w:rsidR="00816F6B" w:rsidRPr="00E00202" w:rsidRDefault="00816F6B" w:rsidP="00816F6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00202">
              <w:rPr>
                <w:rFonts w:ascii="Times New Roman" w:hAnsi="Times New Roman"/>
              </w:rPr>
              <w:t>Etapy rozwoju dziecka. Analiza rozwoju fizycznego i psychicznego. Wady i zalety etapów życia.</w:t>
            </w:r>
            <w:r w:rsidR="0042624A" w:rsidRPr="00E00202">
              <w:rPr>
                <w:rFonts w:ascii="Times New Roman" w:hAnsi="Times New Roman"/>
              </w:rPr>
              <w:t xml:space="preserve"> Praca z tekstem oryginalnym</w:t>
            </w:r>
            <w:r w:rsidR="004775E0" w:rsidRPr="00E00202">
              <w:rPr>
                <w:rFonts w:ascii="Times New Roman" w:hAnsi="Times New Roman"/>
              </w:rPr>
              <w:t>,</w:t>
            </w:r>
            <w:r w:rsidR="0042624A" w:rsidRPr="00E00202">
              <w:rPr>
                <w:rFonts w:ascii="Times New Roman" w:hAnsi="Times New Roman"/>
              </w:rPr>
              <w:t xml:space="preserve"> translacja. </w:t>
            </w:r>
          </w:p>
        </w:tc>
      </w:tr>
      <w:tr w:rsidR="00816F6B" w:rsidRPr="00E00202" w14:paraId="30F7952F" w14:textId="77777777" w:rsidTr="00B80F4C">
        <w:tc>
          <w:tcPr>
            <w:tcW w:w="9520" w:type="dxa"/>
          </w:tcPr>
          <w:p w14:paraId="15AD35D9" w14:textId="55E56689" w:rsidR="00816F6B" w:rsidRPr="00E00202" w:rsidRDefault="00816F6B" w:rsidP="00A82E0E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00202">
              <w:rPr>
                <w:rFonts w:ascii="Times New Roman" w:hAnsi="Times New Roman"/>
              </w:rPr>
              <w:t xml:space="preserve">Etyka we współczesnym świecie. Kod etyczny. Etyka w życiu rodzinnym. </w:t>
            </w:r>
            <w:r w:rsidR="0042624A" w:rsidRPr="00E00202">
              <w:rPr>
                <w:rFonts w:ascii="Times New Roman" w:hAnsi="Times New Roman"/>
              </w:rPr>
              <w:t xml:space="preserve">Definicje </w:t>
            </w:r>
            <w:r w:rsidR="0042624A" w:rsidRPr="00E00202">
              <w:rPr>
                <w:rFonts w:ascii="Times New Roman" w:hAnsi="Times New Roman"/>
              </w:rPr>
              <w:br/>
              <w:t xml:space="preserve">i przykłady. Praca nad tekstem oryginalnym; sporządzanie notatek i streszczeń jako przygotowanie do referowania i pisania pracy dyplomowej. </w:t>
            </w:r>
          </w:p>
        </w:tc>
      </w:tr>
      <w:tr w:rsidR="00816F6B" w:rsidRPr="00E00202" w14:paraId="78A0B2A4" w14:textId="77777777" w:rsidTr="00B80F4C">
        <w:tc>
          <w:tcPr>
            <w:tcW w:w="9520" w:type="dxa"/>
          </w:tcPr>
          <w:p w14:paraId="4B6B90D9" w14:textId="5C9B882F" w:rsidR="00816F6B" w:rsidRPr="00E00202" w:rsidRDefault="00816F6B" w:rsidP="00816F6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00202">
              <w:rPr>
                <w:rFonts w:ascii="Times New Roman" w:hAnsi="Times New Roman"/>
              </w:rPr>
              <w:t xml:space="preserve">Instytucje i działania charytatywne. Problemy społeczne. </w:t>
            </w:r>
            <w:r w:rsidR="004775E0" w:rsidRPr="00E00202">
              <w:rPr>
                <w:rFonts w:ascii="Times New Roman" w:hAnsi="Times New Roman"/>
              </w:rPr>
              <w:t>Teksty oryginalne i możliwości translacyjne –tradycyjne i z wykorzystaniem translatorów elektronicznych- wady i zalety).</w:t>
            </w:r>
          </w:p>
        </w:tc>
      </w:tr>
      <w:tr w:rsidR="00816F6B" w:rsidRPr="00E00202" w14:paraId="705A7F93" w14:textId="77777777" w:rsidTr="00B80F4C">
        <w:tc>
          <w:tcPr>
            <w:tcW w:w="9520" w:type="dxa"/>
          </w:tcPr>
          <w:p w14:paraId="2FDA9A34" w14:textId="55C45AEC" w:rsidR="00816F6B" w:rsidRPr="00E00202" w:rsidRDefault="00816F6B" w:rsidP="00816F6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00202">
              <w:rPr>
                <w:rFonts w:ascii="Times New Roman" w:hAnsi="Times New Roman"/>
              </w:rPr>
              <w:t>Procedury i przepisy prawne. Patologie w życiu rodzinnym. Postępowanie karne.</w:t>
            </w:r>
            <w:r w:rsidR="0042624A" w:rsidRPr="00E00202">
              <w:rPr>
                <w:rFonts w:ascii="Times New Roman" w:hAnsi="Times New Roman"/>
              </w:rPr>
              <w:t xml:space="preserve"> Przykłady – projekt indywidualny studentów.</w:t>
            </w:r>
          </w:p>
        </w:tc>
      </w:tr>
      <w:tr w:rsidR="00816F6B" w:rsidRPr="00E00202" w14:paraId="118DCC80" w14:textId="77777777" w:rsidTr="00B80F4C">
        <w:tc>
          <w:tcPr>
            <w:tcW w:w="9520" w:type="dxa"/>
          </w:tcPr>
          <w:p w14:paraId="5ACD5048" w14:textId="68E1067E" w:rsidR="00816F6B" w:rsidRPr="00E00202" w:rsidRDefault="00816F6B" w:rsidP="00816F6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00202">
              <w:rPr>
                <w:rFonts w:ascii="Times New Roman" w:hAnsi="Times New Roman"/>
              </w:rPr>
              <w:t xml:space="preserve">Mediator rodzinny, pracownik socjalny, nauczyciel. </w:t>
            </w:r>
            <w:r w:rsidR="0042624A" w:rsidRPr="00E00202">
              <w:rPr>
                <w:rFonts w:ascii="Times New Roman" w:hAnsi="Times New Roman"/>
              </w:rPr>
              <w:t xml:space="preserve">Metody wychowawcze w rodzinie. </w:t>
            </w:r>
            <w:r w:rsidR="009F220F" w:rsidRPr="00E00202">
              <w:rPr>
                <w:rFonts w:ascii="Times New Roman" w:hAnsi="Times New Roman"/>
              </w:rPr>
              <w:t>Argumentowanie i d</w:t>
            </w:r>
            <w:r w:rsidR="0042624A" w:rsidRPr="00E00202">
              <w:rPr>
                <w:rFonts w:ascii="Times New Roman" w:hAnsi="Times New Roman"/>
              </w:rPr>
              <w:t>yskusja na forum grupy.</w:t>
            </w:r>
          </w:p>
        </w:tc>
      </w:tr>
      <w:tr w:rsidR="00816F6B" w:rsidRPr="00E00202" w14:paraId="52BB5678" w14:textId="77777777" w:rsidTr="00B80F4C">
        <w:tc>
          <w:tcPr>
            <w:tcW w:w="9520" w:type="dxa"/>
          </w:tcPr>
          <w:p w14:paraId="6FC4248E" w14:textId="1BC30C28" w:rsidR="004775E0" w:rsidRPr="00E00202" w:rsidRDefault="00816F6B" w:rsidP="004775E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00202">
              <w:rPr>
                <w:rFonts w:ascii="Times New Roman" w:hAnsi="Times New Roman"/>
              </w:rPr>
              <w:t xml:space="preserve">Wychowania do życia w rodzinie. </w:t>
            </w:r>
            <w:r w:rsidR="004775E0" w:rsidRPr="00E00202">
              <w:rPr>
                <w:rFonts w:ascii="Times New Roman" w:hAnsi="Times New Roman"/>
              </w:rPr>
              <w:t>Sporządzanie notatek, przygotowanie dłuższej wypowiedzi pisemnej.</w:t>
            </w:r>
          </w:p>
        </w:tc>
      </w:tr>
      <w:tr w:rsidR="00816F6B" w:rsidRPr="00E00202" w14:paraId="74C2DE4D" w14:textId="77777777" w:rsidTr="00B80F4C">
        <w:tc>
          <w:tcPr>
            <w:tcW w:w="9520" w:type="dxa"/>
          </w:tcPr>
          <w:p w14:paraId="01B76C50" w14:textId="24B62217" w:rsidR="00816F6B" w:rsidRPr="00E00202" w:rsidRDefault="00816F6B" w:rsidP="00816F6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00202">
              <w:rPr>
                <w:rFonts w:ascii="Times New Roman" w:hAnsi="Times New Roman"/>
              </w:rPr>
              <w:t>Profile psychologiczne – mężczyźni i kobiety. Różnice fizyczne i psychiczne, cechy charakteru.</w:t>
            </w:r>
            <w:r w:rsidR="0042624A" w:rsidRPr="00E00202">
              <w:rPr>
                <w:rFonts w:ascii="Times New Roman" w:hAnsi="Times New Roman"/>
              </w:rPr>
              <w:t xml:space="preserve"> Role społeczne związane z płcią człowieka. Praca z tekstem oryginalnym. Dyskusja. </w:t>
            </w:r>
          </w:p>
        </w:tc>
      </w:tr>
      <w:tr w:rsidR="00816F6B" w:rsidRPr="00E00202" w14:paraId="6AB23C17" w14:textId="77777777" w:rsidTr="00B80F4C">
        <w:tc>
          <w:tcPr>
            <w:tcW w:w="9520" w:type="dxa"/>
          </w:tcPr>
          <w:p w14:paraId="02F7778E" w14:textId="43A0A1F3" w:rsidR="00816F6B" w:rsidRPr="00E00202" w:rsidRDefault="0042624A" w:rsidP="00816F6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00202">
              <w:rPr>
                <w:rFonts w:ascii="Times New Roman" w:hAnsi="Times New Roman"/>
              </w:rPr>
              <w:t xml:space="preserve">Funkcjonowanie jednostki i rodziny. Przepisy prawa regulujące wybrane zachowania człowieka (na przykładzie prawa polskiego i zagranicznego- np.  procedury i przepisy prawne dotyczące adopcji, </w:t>
            </w:r>
            <w:proofErr w:type="spellStart"/>
            <w:r w:rsidRPr="00E00202">
              <w:rPr>
                <w:rFonts w:ascii="Times New Roman" w:hAnsi="Times New Roman"/>
              </w:rPr>
              <w:t>zachowań</w:t>
            </w:r>
            <w:proofErr w:type="spellEnd"/>
            <w:r w:rsidRPr="00E00202">
              <w:rPr>
                <w:rFonts w:ascii="Times New Roman" w:hAnsi="Times New Roman"/>
              </w:rPr>
              <w:t xml:space="preserve"> patologicznych, realizacji obowiązku szkolnego itp.).</w:t>
            </w:r>
            <w:r w:rsidR="009F220F" w:rsidRPr="00E00202">
              <w:rPr>
                <w:rFonts w:ascii="Times New Roman" w:hAnsi="Times New Roman"/>
              </w:rPr>
              <w:t xml:space="preserve"> Translacja. </w:t>
            </w:r>
          </w:p>
        </w:tc>
      </w:tr>
      <w:tr w:rsidR="00816F6B" w:rsidRPr="00E00202" w14:paraId="65577C03" w14:textId="77777777" w:rsidTr="00B80F4C">
        <w:tc>
          <w:tcPr>
            <w:tcW w:w="9520" w:type="dxa"/>
          </w:tcPr>
          <w:p w14:paraId="4035A714" w14:textId="7A4691BC" w:rsidR="00816F6B" w:rsidRPr="00E00202" w:rsidRDefault="00816F6B" w:rsidP="00816F6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00202">
              <w:rPr>
                <w:rFonts w:ascii="Times New Roman" w:hAnsi="Times New Roman"/>
              </w:rPr>
              <w:t>Negocjacje, mediacje, udzielanie rad i pozwolenia, przeprowadzenie wywiadu rodzinnego.</w:t>
            </w:r>
            <w:r w:rsidR="009F220F" w:rsidRPr="00E00202">
              <w:rPr>
                <w:rFonts w:ascii="Times New Roman" w:hAnsi="Times New Roman"/>
              </w:rPr>
              <w:t xml:space="preserve"> Przykłady opracowań naukowych. Dyskusja. </w:t>
            </w:r>
          </w:p>
        </w:tc>
      </w:tr>
      <w:tr w:rsidR="00816F6B" w:rsidRPr="00E00202" w14:paraId="5A5A538D" w14:textId="77777777" w:rsidTr="00B80F4C">
        <w:tc>
          <w:tcPr>
            <w:tcW w:w="9520" w:type="dxa"/>
          </w:tcPr>
          <w:p w14:paraId="13CDD468" w14:textId="0051E125" w:rsidR="00816F6B" w:rsidRPr="00E00202" w:rsidRDefault="00816F6B" w:rsidP="00816F6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00202">
              <w:rPr>
                <w:rFonts w:ascii="Times New Roman" w:hAnsi="Times New Roman"/>
              </w:rPr>
              <w:t xml:space="preserve">Komunikacja interpersonalna i jej rola w życiu rodzinnym i społecznym. </w:t>
            </w:r>
            <w:r w:rsidR="009F220F" w:rsidRPr="00E00202">
              <w:rPr>
                <w:rFonts w:ascii="Times New Roman" w:hAnsi="Times New Roman"/>
              </w:rPr>
              <w:t xml:space="preserve">Praca z materiałami oryginalnymi. </w:t>
            </w:r>
            <w:r w:rsidR="0042624A" w:rsidRPr="00E00202">
              <w:rPr>
                <w:rFonts w:ascii="Times New Roman" w:hAnsi="Times New Roman"/>
              </w:rPr>
              <w:t>Dyskusja na forum grupy.</w:t>
            </w:r>
            <w:r w:rsidR="009F220F" w:rsidRPr="00E00202">
              <w:rPr>
                <w:rFonts w:ascii="Times New Roman" w:hAnsi="Times New Roman"/>
              </w:rPr>
              <w:t xml:space="preserve"> </w:t>
            </w:r>
          </w:p>
        </w:tc>
      </w:tr>
      <w:tr w:rsidR="00816F6B" w:rsidRPr="00E00202" w14:paraId="7227123A" w14:textId="77777777" w:rsidTr="00B80F4C">
        <w:tc>
          <w:tcPr>
            <w:tcW w:w="9520" w:type="dxa"/>
          </w:tcPr>
          <w:p w14:paraId="158388E2" w14:textId="6037080E" w:rsidR="0042624A" w:rsidRPr="00E00202" w:rsidRDefault="0042624A" w:rsidP="00816F6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00202">
              <w:rPr>
                <w:rFonts w:ascii="Times New Roman" w:hAnsi="Times New Roman"/>
              </w:rPr>
              <w:t xml:space="preserve">Rozmowa o pracę. Przygotowanie się, opracowywanie pytań i odpowiedzi. Rozmowa kwalifikacyjna. Praca w grupie – zadawanie pytań, udzielanie odpowiedzi. </w:t>
            </w:r>
          </w:p>
        </w:tc>
      </w:tr>
      <w:tr w:rsidR="00816F6B" w:rsidRPr="00E00202" w14:paraId="65FDAE12" w14:textId="77777777" w:rsidTr="00B80F4C">
        <w:tc>
          <w:tcPr>
            <w:tcW w:w="9520" w:type="dxa"/>
          </w:tcPr>
          <w:p w14:paraId="0E9ADC2F" w14:textId="3A3CE318" w:rsidR="009F220F" w:rsidRPr="00E00202" w:rsidRDefault="0042624A" w:rsidP="00816F6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00202">
              <w:rPr>
                <w:rFonts w:ascii="Times New Roman" w:hAnsi="Times New Roman"/>
              </w:rPr>
              <w:t>Praca metodą projektu (projekt w grupie, projekt indywidualny; argumentowanie, przykłady).</w:t>
            </w:r>
          </w:p>
        </w:tc>
      </w:tr>
      <w:tr w:rsidR="00816F6B" w:rsidRPr="00E00202" w14:paraId="5EB32434" w14:textId="77777777" w:rsidTr="00B80F4C">
        <w:tc>
          <w:tcPr>
            <w:tcW w:w="9520" w:type="dxa"/>
          </w:tcPr>
          <w:p w14:paraId="5CE8813F" w14:textId="16D022F4" w:rsidR="00816F6B" w:rsidRPr="00E00202" w:rsidRDefault="00816F6B" w:rsidP="00816F6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00202">
              <w:rPr>
                <w:rFonts w:ascii="Times New Roman" w:hAnsi="Times New Roman"/>
              </w:rPr>
              <w:t xml:space="preserve">Przygotowanie prac pisemnych (krótkie wiadomości, notatki, artykuł, streszczenie, list formalny, list motywacyjny, CV). </w:t>
            </w:r>
          </w:p>
        </w:tc>
      </w:tr>
      <w:tr w:rsidR="00816F6B" w:rsidRPr="00E00202" w14:paraId="604C77B0" w14:textId="77777777" w:rsidTr="00B80F4C">
        <w:tc>
          <w:tcPr>
            <w:tcW w:w="9520" w:type="dxa"/>
          </w:tcPr>
          <w:p w14:paraId="017428C3" w14:textId="08006DA4" w:rsidR="00816F6B" w:rsidRPr="00E00202" w:rsidRDefault="0042624A" w:rsidP="00816F6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00202">
              <w:rPr>
                <w:rFonts w:ascii="Times New Roman" w:hAnsi="Times New Roman"/>
              </w:rPr>
              <w:t>Przygotowanie prezentacji indywidulanej / referatu. Wymagania dotyczące prezentacji multimedialnych – omówienie</w:t>
            </w:r>
            <w:r w:rsidR="004775E0" w:rsidRPr="00E00202">
              <w:rPr>
                <w:rFonts w:ascii="Times New Roman" w:hAnsi="Times New Roman"/>
              </w:rPr>
              <w:t xml:space="preserve"> (przykłady poprawnego wykonania prezentacji ze strony e-dydaktyka).</w:t>
            </w:r>
          </w:p>
        </w:tc>
      </w:tr>
      <w:tr w:rsidR="009F220F" w:rsidRPr="00E00202" w14:paraId="1A06713D" w14:textId="77777777" w:rsidTr="00B80F4C">
        <w:tc>
          <w:tcPr>
            <w:tcW w:w="9520" w:type="dxa"/>
          </w:tcPr>
          <w:p w14:paraId="1B54A9E5" w14:textId="435AEA4A" w:rsidR="009F220F" w:rsidRPr="00E00202" w:rsidRDefault="009F220F" w:rsidP="00816F6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00202">
              <w:rPr>
                <w:rFonts w:ascii="Times New Roman" w:hAnsi="Times New Roman"/>
              </w:rPr>
              <w:t>Przygotowanie bibliografii i przypisów do źródeł obcojęzycznych jako elementu opracowania pracy dyplomowej.</w:t>
            </w:r>
          </w:p>
        </w:tc>
      </w:tr>
    </w:tbl>
    <w:p w14:paraId="3720264B" w14:textId="77777777" w:rsidR="0085747A" w:rsidRPr="00E00202" w:rsidRDefault="0085747A" w:rsidP="009C54AE">
      <w:pPr>
        <w:pStyle w:val="Punktygwne"/>
        <w:spacing w:before="0" w:after="0"/>
        <w:rPr>
          <w:b w:val="0"/>
          <w:sz w:val="22"/>
        </w:rPr>
      </w:pPr>
    </w:p>
    <w:p w14:paraId="6769D1C0" w14:textId="50CFFF0A" w:rsidR="0085747A" w:rsidRPr="00E00202" w:rsidRDefault="00174D0F" w:rsidP="009C54AE">
      <w:pPr>
        <w:pStyle w:val="Punktygwne"/>
        <w:spacing w:before="0" w:after="0"/>
        <w:ind w:left="426"/>
        <w:rPr>
          <w:b w:val="0"/>
          <w:smallCaps w:val="0"/>
          <w:sz w:val="22"/>
        </w:rPr>
      </w:pPr>
      <w:r>
        <w:rPr>
          <w:smallCaps w:val="0"/>
          <w:sz w:val="22"/>
        </w:rPr>
        <w:br w:type="column"/>
      </w:r>
      <w:r w:rsidR="009F4610" w:rsidRPr="00E00202">
        <w:rPr>
          <w:smallCaps w:val="0"/>
          <w:sz w:val="22"/>
        </w:rPr>
        <w:lastRenderedPageBreak/>
        <w:t>3.4 Metody dydaktyczne</w:t>
      </w:r>
      <w:r w:rsidR="009F4610" w:rsidRPr="00E00202">
        <w:rPr>
          <w:b w:val="0"/>
          <w:smallCaps w:val="0"/>
          <w:sz w:val="22"/>
        </w:rPr>
        <w:t xml:space="preserve"> </w:t>
      </w:r>
    </w:p>
    <w:p w14:paraId="61A0B007" w14:textId="77777777" w:rsidR="0085747A" w:rsidRPr="00E00202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14:paraId="2D5D7354" w14:textId="5DB96DE7" w:rsidR="0085747A" w:rsidRPr="00E00202" w:rsidRDefault="001B54AA" w:rsidP="009C54AE">
      <w:pPr>
        <w:pStyle w:val="Punktygwne"/>
        <w:spacing w:before="0" w:after="0"/>
        <w:rPr>
          <w:b w:val="0"/>
          <w:iCs/>
          <w:smallCaps w:val="0"/>
          <w:sz w:val="22"/>
        </w:rPr>
      </w:pPr>
      <w:r w:rsidRPr="00E00202">
        <w:rPr>
          <w:b w:val="0"/>
          <w:iCs/>
          <w:smallCaps w:val="0"/>
          <w:sz w:val="22"/>
        </w:rPr>
        <w:t>Ćwiczenia: analiza i interpretacja tekstów (słuchanych i pisanych) z dyskusją, metoda projektów, praca w parach i grupach (rozwiązywanie zadań, dyskusja), rozwiązywanie zadań i testów, prezentacja multimedialna, gry dydaktyczne, odgrywanie ról, tworzenie wypowiedzi pisemnych.</w:t>
      </w:r>
    </w:p>
    <w:p w14:paraId="2DBA0DD6" w14:textId="77777777" w:rsidR="001B54AA" w:rsidRPr="00E00202" w:rsidRDefault="001B54AA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14:paraId="29DD816A" w14:textId="77777777" w:rsidR="0085747A" w:rsidRPr="00E00202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  <w:r w:rsidRPr="00E00202">
        <w:rPr>
          <w:smallCaps w:val="0"/>
          <w:sz w:val="22"/>
        </w:rPr>
        <w:t xml:space="preserve">4. </w:t>
      </w:r>
      <w:r w:rsidR="0085747A" w:rsidRPr="00E00202">
        <w:rPr>
          <w:smallCaps w:val="0"/>
          <w:sz w:val="22"/>
        </w:rPr>
        <w:t>METODY I KRYTERIA OCENY</w:t>
      </w:r>
      <w:r w:rsidR="009F4610" w:rsidRPr="00E00202">
        <w:rPr>
          <w:smallCaps w:val="0"/>
          <w:sz w:val="22"/>
        </w:rPr>
        <w:t xml:space="preserve"> </w:t>
      </w:r>
    </w:p>
    <w:p w14:paraId="31BA851E" w14:textId="77777777" w:rsidR="00923D7D" w:rsidRPr="00E00202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14:paraId="5B919FEC" w14:textId="77777777" w:rsidR="0085747A" w:rsidRPr="00E00202" w:rsidRDefault="0085747A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E00202">
        <w:rPr>
          <w:smallCaps w:val="0"/>
          <w:sz w:val="22"/>
        </w:rPr>
        <w:t xml:space="preserve">4.1 Sposoby weryfikacji efektów </w:t>
      </w:r>
      <w:r w:rsidR="00C05F44" w:rsidRPr="00E00202">
        <w:rPr>
          <w:smallCaps w:val="0"/>
          <w:sz w:val="22"/>
        </w:rPr>
        <w:t>uczenia się</w:t>
      </w:r>
    </w:p>
    <w:p w14:paraId="7CB0FA45" w14:textId="77777777" w:rsidR="0085747A" w:rsidRPr="00E00202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4"/>
        <w:gridCol w:w="2114"/>
      </w:tblGrid>
      <w:tr w:rsidR="0085747A" w:rsidRPr="00E00202" w14:paraId="748D7280" w14:textId="77777777" w:rsidTr="00C05F44">
        <w:tc>
          <w:tcPr>
            <w:tcW w:w="1985" w:type="dxa"/>
            <w:vAlign w:val="center"/>
          </w:tcPr>
          <w:p w14:paraId="2C7E2B98" w14:textId="77777777" w:rsidR="0085747A" w:rsidRPr="00E00202" w:rsidRDefault="0071620A" w:rsidP="00174D0F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E00202">
              <w:rPr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F5B29E0" w14:textId="77777777" w:rsidR="0085747A" w:rsidRPr="00E00202" w:rsidRDefault="00F974DA" w:rsidP="00174D0F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 w:val="22"/>
              </w:rPr>
            </w:pPr>
            <w:r w:rsidRPr="00E00202">
              <w:rPr>
                <w:b w:val="0"/>
                <w:smallCaps w:val="0"/>
                <w:color w:val="000000"/>
                <w:sz w:val="22"/>
              </w:rPr>
              <w:t>Metody oceny efektów uczenia się</w:t>
            </w:r>
          </w:p>
          <w:p w14:paraId="67627766" w14:textId="77777777" w:rsidR="0085747A" w:rsidRPr="00E00202" w:rsidRDefault="009F4610" w:rsidP="00174D0F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E00202">
              <w:rPr>
                <w:b w:val="0"/>
                <w:smallCaps w:val="0"/>
                <w:color w:val="000000"/>
                <w:sz w:val="22"/>
              </w:rPr>
              <w:t>(</w:t>
            </w:r>
            <w:r w:rsidR="0085747A" w:rsidRPr="00E00202">
              <w:rPr>
                <w:b w:val="0"/>
                <w:smallCaps w:val="0"/>
                <w:color w:val="000000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78B7C2A" w14:textId="5677F2BB" w:rsidR="00923D7D" w:rsidRPr="00E00202" w:rsidRDefault="0085747A" w:rsidP="00174D0F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E00202">
              <w:rPr>
                <w:b w:val="0"/>
                <w:smallCaps w:val="0"/>
                <w:sz w:val="22"/>
              </w:rPr>
              <w:t>Forma zajęć dydaktycznych</w:t>
            </w:r>
          </w:p>
          <w:p w14:paraId="4D27379D" w14:textId="52A7D071" w:rsidR="0085747A" w:rsidRPr="00E00202" w:rsidRDefault="0085747A" w:rsidP="00174D0F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E00202">
              <w:rPr>
                <w:b w:val="0"/>
                <w:smallCaps w:val="0"/>
                <w:sz w:val="22"/>
              </w:rPr>
              <w:t>(w, ćw</w:t>
            </w:r>
            <w:r w:rsidR="00174D0F">
              <w:rPr>
                <w:b w:val="0"/>
                <w:smallCaps w:val="0"/>
                <w:sz w:val="22"/>
              </w:rPr>
              <w:t>.</w:t>
            </w:r>
            <w:r w:rsidRPr="00E00202">
              <w:rPr>
                <w:b w:val="0"/>
                <w:smallCaps w:val="0"/>
                <w:sz w:val="22"/>
              </w:rPr>
              <w:t>, …)</w:t>
            </w:r>
          </w:p>
        </w:tc>
      </w:tr>
      <w:tr w:rsidR="0085747A" w:rsidRPr="00E00202" w14:paraId="657461E1" w14:textId="77777777" w:rsidTr="00C05F44">
        <w:tc>
          <w:tcPr>
            <w:tcW w:w="1985" w:type="dxa"/>
          </w:tcPr>
          <w:p w14:paraId="716E8AFD" w14:textId="77777777" w:rsidR="0085747A" w:rsidRPr="00E00202" w:rsidRDefault="0085747A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proofErr w:type="spellStart"/>
            <w:r w:rsidRPr="00E00202">
              <w:rPr>
                <w:b w:val="0"/>
                <w:sz w:val="22"/>
              </w:rPr>
              <w:t>ek</w:t>
            </w:r>
            <w:proofErr w:type="spellEnd"/>
            <w:r w:rsidRPr="00E00202">
              <w:rPr>
                <w:b w:val="0"/>
                <w:sz w:val="22"/>
              </w:rPr>
              <w:t xml:space="preserve">_ 01 </w:t>
            </w:r>
          </w:p>
        </w:tc>
        <w:tc>
          <w:tcPr>
            <w:tcW w:w="5528" w:type="dxa"/>
          </w:tcPr>
          <w:p w14:paraId="38D6FABB" w14:textId="03753F80" w:rsidR="0085747A" w:rsidRPr="00E00202" w:rsidRDefault="004048BE" w:rsidP="00A82E0E">
            <w:pPr>
              <w:spacing w:after="0"/>
              <w:rPr>
                <w:rFonts w:ascii="Times New Roman" w:hAnsi="Times New Roman"/>
                <w:b/>
                <w:strike/>
              </w:rPr>
            </w:pPr>
            <w:r w:rsidRPr="00E00202">
              <w:rPr>
                <w:rFonts w:ascii="Times New Roman" w:hAnsi="Times New Roman"/>
              </w:rPr>
              <w:t xml:space="preserve">Sprawdzian pisemny, </w:t>
            </w:r>
            <w:r w:rsidR="00640077" w:rsidRPr="00E00202">
              <w:rPr>
                <w:rFonts w:ascii="Times New Roman" w:hAnsi="Times New Roman"/>
              </w:rPr>
              <w:t>wypowiedź pisemna</w:t>
            </w:r>
          </w:p>
        </w:tc>
        <w:tc>
          <w:tcPr>
            <w:tcW w:w="2126" w:type="dxa"/>
          </w:tcPr>
          <w:p w14:paraId="2A5DA44A" w14:textId="70CA3D64" w:rsidR="0085747A" w:rsidRPr="00E00202" w:rsidRDefault="008931C3" w:rsidP="004048BE">
            <w:pPr>
              <w:rPr>
                <w:rFonts w:ascii="Times New Roman" w:hAnsi="Times New Roman"/>
                <w:b/>
              </w:rPr>
            </w:pPr>
            <w:r w:rsidRPr="00E00202">
              <w:rPr>
                <w:rFonts w:ascii="Times New Roman" w:hAnsi="Times New Roman"/>
              </w:rPr>
              <w:t>ćwiczenia</w:t>
            </w:r>
          </w:p>
        </w:tc>
      </w:tr>
      <w:tr w:rsidR="0085747A" w:rsidRPr="00E00202" w14:paraId="1753E627" w14:textId="77777777" w:rsidTr="00C05F44">
        <w:tc>
          <w:tcPr>
            <w:tcW w:w="1985" w:type="dxa"/>
          </w:tcPr>
          <w:p w14:paraId="3CDBDB04" w14:textId="77777777" w:rsidR="0085747A" w:rsidRPr="00E00202" w:rsidRDefault="0085747A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E00202">
              <w:rPr>
                <w:b w:val="0"/>
                <w:sz w:val="22"/>
              </w:rPr>
              <w:t>Ek_ 02</w:t>
            </w:r>
          </w:p>
        </w:tc>
        <w:tc>
          <w:tcPr>
            <w:tcW w:w="5528" w:type="dxa"/>
          </w:tcPr>
          <w:p w14:paraId="4F576749" w14:textId="77777777" w:rsidR="004048BE" w:rsidRPr="00E00202" w:rsidRDefault="004048BE" w:rsidP="004048BE">
            <w:pPr>
              <w:spacing w:after="0" w:line="240" w:lineRule="auto"/>
              <w:rPr>
                <w:rFonts w:ascii="Times New Roman" w:hAnsi="Times New Roman"/>
              </w:rPr>
            </w:pPr>
            <w:r w:rsidRPr="00E00202">
              <w:rPr>
                <w:rFonts w:ascii="Times New Roman" w:hAnsi="Times New Roman"/>
              </w:rPr>
              <w:t xml:space="preserve">sprawdzian pisemny, praca projektowa (prezentacja, referat/lektura), wypowiedź pisemna, obserwacja </w:t>
            </w:r>
          </w:p>
          <w:p w14:paraId="596DFFF8" w14:textId="6722453E" w:rsidR="0085747A" w:rsidRPr="00E00202" w:rsidRDefault="004048BE" w:rsidP="004048B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00202">
              <w:rPr>
                <w:rFonts w:ascii="Times New Roman" w:hAnsi="Times New Roman"/>
              </w:rPr>
              <w:t>w trakcie zajęć</w:t>
            </w:r>
          </w:p>
        </w:tc>
        <w:tc>
          <w:tcPr>
            <w:tcW w:w="2126" w:type="dxa"/>
          </w:tcPr>
          <w:p w14:paraId="6C01ACED" w14:textId="750D064E" w:rsidR="0085747A" w:rsidRPr="00E00202" w:rsidRDefault="003032AB" w:rsidP="004048BE">
            <w:pPr>
              <w:rPr>
                <w:rFonts w:ascii="Times New Roman" w:hAnsi="Times New Roman"/>
                <w:b/>
              </w:rPr>
            </w:pPr>
            <w:r w:rsidRPr="00E00202">
              <w:rPr>
                <w:rFonts w:ascii="Times New Roman" w:hAnsi="Times New Roman"/>
              </w:rPr>
              <w:t>ćwiczenia</w:t>
            </w:r>
          </w:p>
        </w:tc>
      </w:tr>
      <w:tr w:rsidR="00640077" w:rsidRPr="00E00202" w14:paraId="61E630BB" w14:textId="77777777" w:rsidTr="00C05F44">
        <w:tc>
          <w:tcPr>
            <w:tcW w:w="1985" w:type="dxa"/>
          </w:tcPr>
          <w:p w14:paraId="2399AE9D" w14:textId="7C006FE7" w:rsidR="00640077" w:rsidRPr="00E00202" w:rsidRDefault="00640077" w:rsidP="009C54AE">
            <w:pPr>
              <w:pStyle w:val="Punktygwne"/>
              <w:spacing w:before="0" w:after="0"/>
              <w:rPr>
                <w:b w:val="0"/>
                <w:sz w:val="22"/>
              </w:rPr>
            </w:pPr>
            <w:r w:rsidRPr="00E00202">
              <w:rPr>
                <w:b w:val="0"/>
                <w:sz w:val="22"/>
              </w:rPr>
              <w:t>eK_03</w:t>
            </w:r>
          </w:p>
        </w:tc>
        <w:tc>
          <w:tcPr>
            <w:tcW w:w="5528" w:type="dxa"/>
          </w:tcPr>
          <w:p w14:paraId="59CC9167" w14:textId="2FAFC2B7" w:rsidR="00640077" w:rsidRPr="00E00202" w:rsidRDefault="00797728" w:rsidP="00BE44EF">
            <w:pPr>
              <w:rPr>
                <w:rFonts w:ascii="Times New Roman" w:hAnsi="Times New Roman"/>
              </w:rPr>
            </w:pPr>
            <w:r w:rsidRPr="00E00202">
              <w:rPr>
                <w:rFonts w:ascii="Times New Roman" w:hAnsi="Times New Roman"/>
              </w:rPr>
              <w:t xml:space="preserve">obserwacja w trakcie zajęć </w:t>
            </w:r>
          </w:p>
        </w:tc>
        <w:tc>
          <w:tcPr>
            <w:tcW w:w="2126" w:type="dxa"/>
          </w:tcPr>
          <w:p w14:paraId="17F30A7E" w14:textId="15F61911" w:rsidR="00640077" w:rsidRPr="00E00202" w:rsidRDefault="00640077" w:rsidP="004048BE">
            <w:pPr>
              <w:rPr>
                <w:rFonts w:ascii="Times New Roman" w:hAnsi="Times New Roman"/>
                <w:b/>
              </w:rPr>
            </w:pPr>
            <w:r w:rsidRPr="00E00202">
              <w:rPr>
                <w:rFonts w:ascii="Times New Roman" w:hAnsi="Times New Roman"/>
              </w:rPr>
              <w:t>ćwiczenia</w:t>
            </w:r>
          </w:p>
        </w:tc>
      </w:tr>
    </w:tbl>
    <w:p w14:paraId="08B128EF" w14:textId="77777777" w:rsidR="00923D7D" w:rsidRPr="00E00202" w:rsidRDefault="00923D7D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14:paraId="0F7C063C" w14:textId="77777777" w:rsidR="0085747A" w:rsidRPr="00E00202" w:rsidRDefault="003E1941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E00202">
        <w:rPr>
          <w:smallCaps w:val="0"/>
          <w:sz w:val="22"/>
        </w:rPr>
        <w:t xml:space="preserve">4.2 </w:t>
      </w:r>
      <w:r w:rsidR="0085747A" w:rsidRPr="00E00202">
        <w:rPr>
          <w:smallCaps w:val="0"/>
          <w:sz w:val="22"/>
        </w:rPr>
        <w:t>Warunki zaliczenia przedmiotu (kryteria oceniania)</w:t>
      </w:r>
      <w:r w:rsidR="00923D7D" w:rsidRPr="00E00202">
        <w:rPr>
          <w:smallCaps w:val="0"/>
          <w:sz w:val="22"/>
        </w:rPr>
        <w:t xml:space="preserve"> </w:t>
      </w:r>
    </w:p>
    <w:p w14:paraId="2407E21F" w14:textId="77777777" w:rsidR="00923D7D" w:rsidRPr="00E00202" w:rsidRDefault="00923D7D" w:rsidP="009C54AE">
      <w:pPr>
        <w:pStyle w:val="Punktygwne"/>
        <w:spacing w:before="0" w:after="0"/>
        <w:ind w:left="426"/>
        <w:rPr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00202" w14:paraId="4D36B8DE" w14:textId="77777777" w:rsidTr="00923D7D">
        <w:tc>
          <w:tcPr>
            <w:tcW w:w="9670" w:type="dxa"/>
          </w:tcPr>
          <w:p w14:paraId="5F18F1B9" w14:textId="77777777" w:rsidR="00797728" w:rsidRPr="00E00202" w:rsidRDefault="00C5372F" w:rsidP="00C5372F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E00202">
              <w:rPr>
                <w:b w:val="0"/>
                <w:smallCaps w:val="0"/>
                <w:sz w:val="22"/>
              </w:rPr>
              <w:t xml:space="preserve">Warunkiem zaliczenia przedmiotu jest osiągnięcie wszystkich założonych efektów kształcenia, </w:t>
            </w:r>
            <w:r w:rsidRPr="00E00202">
              <w:rPr>
                <w:b w:val="0"/>
                <w:smallCaps w:val="0"/>
                <w:sz w:val="22"/>
              </w:rPr>
              <w:br/>
              <w:t>w szczególności zaliczenie na ocenę pozytywną</w:t>
            </w:r>
            <w:r w:rsidR="00797728" w:rsidRPr="00E00202">
              <w:rPr>
                <w:b w:val="0"/>
                <w:smallCaps w:val="0"/>
                <w:sz w:val="22"/>
              </w:rPr>
              <w:t xml:space="preserve"> </w:t>
            </w:r>
            <w:r w:rsidRPr="00E00202">
              <w:rPr>
                <w:b w:val="0"/>
                <w:smallCaps w:val="0"/>
                <w:sz w:val="22"/>
              </w:rPr>
              <w:t>wszystkich przewidzianych w danym semestrze prac pisemnych i uzyskanie pozytywnej oceny</w:t>
            </w:r>
            <w:r w:rsidR="00797728" w:rsidRPr="00E00202">
              <w:rPr>
                <w:b w:val="0"/>
                <w:smallCaps w:val="0"/>
                <w:sz w:val="22"/>
              </w:rPr>
              <w:t xml:space="preserve"> </w:t>
            </w:r>
            <w:r w:rsidRPr="00E00202">
              <w:rPr>
                <w:b w:val="0"/>
                <w:smallCaps w:val="0"/>
                <w:sz w:val="22"/>
              </w:rPr>
              <w:t xml:space="preserve">z odpowiedzi ustnych, a także obecność na zajęciach i aktywne uczestnictwo w zajęciach. </w:t>
            </w:r>
          </w:p>
          <w:p w14:paraId="25C24C46" w14:textId="3A0EA692" w:rsidR="00C5372F" w:rsidRPr="00E00202" w:rsidRDefault="00C5372F" w:rsidP="00C5372F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E00202">
              <w:rPr>
                <w:b w:val="0"/>
                <w:smallCaps w:val="0"/>
                <w:sz w:val="22"/>
              </w:rPr>
              <w:t>Do zaliczenia testu pisemnego potrzeba minimum 51% prawidłowych odpowiedzi.</w:t>
            </w:r>
          </w:p>
          <w:p w14:paraId="78CD51F1" w14:textId="77777777" w:rsidR="00C5372F" w:rsidRPr="00E00202" w:rsidRDefault="00C5372F" w:rsidP="00C5372F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</w:p>
          <w:p w14:paraId="1732D9DA" w14:textId="77777777" w:rsidR="004048BE" w:rsidRPr="00E00202" w:rsidRDefault="004048BE" w:rsidP="004048BE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E00202">
              <w:rPr>
                <w:b w:val="0"/>
                <w:smallCaps w:val="0"/>
                <w:sz w:val="22"/>
              </w:rPr>
              <w:t>Sposoby zaliczenia:</w:t>
            </w:r>
          </w:p>
          <w:p w14:paraId="14DC4129" w14:textId="77777777" w:rsidR="004048BE" w:rsidRPr="00E00202" w:rsidRDefault="004048BE" w:rsidP="004048BE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E00202">
              <w:rPr>
                <w:b w:val="0"/>
                <w:smallCaps w:val="0"/>
                <w:sz w:val="22"/>
              </w:rPr>
              <w:t>- praca projektowa (prezentacja multimedialna, przygotowanie lektury/referatu- do wyboru)</w:t>
            </w:r>
          </w:p>
          <w:p w14:paraId="60BC87E0" w14:textId="77777777" w:rsidR="004048BE" w:rsidRPr="00E00202" w:rsidRDefault="004048BE" w:rsidP="004048BE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E00202">
              <w:rPr>
                <w:b w:val="0"/>
                <w:smallCaps w:val="0"/>
                <w:sz w:val="22"/>
              </w:rPr>
              <w:t>- zaliczenie z oceną</w:t>
            </w:r>
          </w:p>
          <w:p w14:paraId="3BB58F3E" w14:textId="77777777" w:rsidR="004048BE" w:rsidRPr="00E00202" w:rsidRDefault="004048BE" w:rsidP="004048BE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</w:p>
          <w:p w14:paraId="3F450275" w14:textId="77777777" w:rsidR="004048BE" w:rsidRPr="00E00202" w:rsidRDefault="004048BE" w:rsidP="004048BE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E00202">
              <w:rPr>
                <w:b w:val="0"/>
                <w:smallCaps w:val="0"/>
                <w:sz w:val="22"/>
              </w:rPr>
              <w:t>Formy zaliczenia:</w:t>
            </w:r>
          </w:p>
          <w:p w14:paraId="557C208A" w14:textId="77777777" w:rsidR="004048BE" w:rsidRPr="00E00202" w:rsidRDefault="004048BE" w:rsidP="004048BE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E00202">
              <w:rPr>
                <w:b w:val="0"/>
                <w:smallCaps w:val="0"/>
                <w:sz w:val="22"/>
              </w:rPr>
              <w:t>- zaliczenie pisemne: sprawdzian pisemny, wypowiedź pisemna</w:t>
            </w:r>
          </w:p>
          <w:p w14:paraId="15F92667" w14:textId="77777777" w:rsidR="004048BE" w:rsidRPr="00E00202" w:rsidRDefault="004048BE" w:rsidP="004048BE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E00202">
              <w:rPr>
                <w:b w:val="0"/>
                <w:smallCaps w:val="0"/>
                <w:sz w:val="22"/>
              </w:rPr>
              <w:t>- wykonanie pracy zaliczeniowej: praca projektowa (prezentacja, referat/lektura)</w:t>
            </w:r>
          </w:p>
          <w:p w14:paraId="1242EFD9" w14:textId="77777777" w:rsidR="004048BE" w:rsidRPr="00E00202" w:rsidRDefault="004048BE" w:rsidP="004048BE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</w:p>
          <w:p w14:paraId="2CF814AD" w14:textId="77777777" w:rsidR="004048BE" w:rsidRPr="00E00202" w:rsidRDefault="004048BE" w:rsidP="004048BE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E00202">
              <w:rPr>
                <w:b w:val="0"/>
                <w:smallCaps w:val="0"/>
                <w:sz w:val="22"/>
              </w:rPr>
              <w:t>Ćwiczenia: zaliczenie z oceną</w:t>
            </w:r>
          </w:p>
          <w:p w14:paraId="6CA7AAA3" w14:textId="06692645" w:rsidR="00C5372F" w:rsidRPr="00E00202" w:rsidRDefault="004048BE" w:rsidP="004048BE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E00202">
              <w:rPr>
                <w:b w:val="0"/>
                <w:smallCaps w:val="0"/>
                <w:sz w:val="22"/>
              </w:rPr>
              <w:t>Wykonanie pracy zaliczeniowej: przygotowanie prezentacji lub lektury/referatu lektury – do wyboru; zaliczenie sprawdzianów pisemnych, wypowiedź pisemna; ustalenie oceny zaliczeniowej na podstawie ocen cząstkowych.</w:t>
            </w:r>
          </w:p>
          <w:p w14:paraId="0AEDEB47" w14:textId="77777777" w:rsidR="004048BE" w:rsidRPr="00E00202" w:rsidRDefault="004048BE" w:rsidP="004048BE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</w:p>
          <w:p w14:paraId="74721C52" w14:textId="2F703807" w:rsidR="003032AB" w:rsidRPr="00E00202" w:rsidRDefault="003032AB" w:rsidP="00C5372F">
            <w:pPr>
              <w:pStyle w:val="Punktygwne"/>
              <w:spacing w:before="0" w:after="0"/>
              <w:jc w:val="both"/>
              <w:rPr>
                <w:b w:val="0"/>
                <w:smallCaps w:val="0"/>
                <w:sz w:val="22"/>
              </w:rPr>
            </w:pPr>
            <w:r w:rsidRPr="00E00202">
              <w:rPr>
                <w:b w:val="0"/>
                <w:smallCaps w:val="0"/>
                <w:sz w:val="22"/>
              </w:rPr>
              <w:t>Kryteria oceny prac pisemnych:</w:t>
            </w:r>
          </w:p>
          <w:p w14:paraId="3FDCF385" w14:textId="77777777" w:rsidR="007776A1" w:rsidRPr="00E00202" w:rsidRDefault="007776A1" w:rsidP="00E066F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  <w:p w14:paraId="58B56BA6" w14:textId="77777777" w:rsidR="003032AB" w:rsidRPr="00E00202" w:rsidRDefault="003032AB" w:rsidP="00E066F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E00202">
              <w:rPr>
                <w:b w:val="0"/>
                <w:smallCaps w:val="0"/>
                <w:sz w:val="22"/>
              </w:rPr>
              <w:t>5.0 – wykazuje znajomość każdej z treści kształcenia na poziomie 91%-100%</w:t>
            </w:r>
          </w:p>
          <w:p w14:paraId="42EFB4DE" w14:textId="77777777" w:rsidR="003032AB" w:rsidRPr="00E00202" w:rsidRDefault="003032AB" w:rsidP="00E066F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E00202">
              <w:rPr>
                <w:b w:val="0"/>
                <w:smallCaps w:val="0"/>
                <w:sz w:val="22"/>
              </w:rPr>
              <w:t>4.5 – wykazuje znajomość każdej z treści kształcenia na poziomie 81%-90%</w:t>
            </w:r>
          </w:p>
          <w:p w14:paraId="00FA8244" w14:textId="77777777" w:rsidR="003032AB" w:rsidRPr="00E00202" w:rsidRDefault="003032AB" w:rsidP="00E066F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E00202">
              <w:rPr>
                <w:b w:val="0"/>
                <w:smallCaps w:val="0"/>
                <w:sz w:val="22"/>
              </w:rPr>
              <w:t>4.0 – wykazuje znajomość każdej z treści kształcenia na poziomie 71%-80%</w:t>
            </w:r>
          </w:p>
          <w:p w14:paraId="25642779" w14:textId="77777777" w:rsidR="003032AB" w:rsidRPr="00E00202" w:rsidRDefault="003032AB" w:rsidP="00E066F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E00202">
              <w:rPr>
                <w:b w:val="0"/>
                <w:smallCaps w:val="0"/>
                <w:sz w:val="22"/>
              </w:rPr>
              <w:t>3.5 – wykazuje znajomość każdej z treści kształcenia na poziomie 61%-70%</w:t>
            </w:r>
          </w:p>
          <w:p w14:paraId="0E4B0C5A" w14:textId="77777777" w:rsidR="003032AB" w:rsidRPr="00E00202" w:rsidRDefault="003032AB" w:rsidP="00E066F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E00202">
              <w:rPr>
                <w:b w:val="0"/>
                <w:smallCaps w:val="0"/>
                <w:sz w:val="22"/>
              </w:rPr>
              <w:t>3.0 – wykazuje znajomość każdej z treści kształcenia na poziomie 51%-60%</w:t>
            </w:r>
          </w:p>
          <w:p w14:paraId="70258AEF" w14:textId="77777777" w:rsidR="003032AB" w:rsidRPr="00E00202" w:rsidRDefault="003032AB" w:rsidP="00E066F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E00202">
              <w:rPr>
                <w:b w:val="0"/>
                <w:smallCaps w:val="0"/>
                <w:sz w:val="22"/>
              </w:rPr>
              <w:t>2.0– wykazuje znajomość każdej z treści kształcenia poniżej 50%</w:t>
            </w:r>
          </w:p>
          <w:p w14:paraId="2FE43CEE" w14:textId="77777777" w:rsidR="00E066F7" w:rsidRPr="00E00202" w:rsidRDefault="00E066F7" w:rsidP="00E066F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  <w:p w14:paraId="6B4FD7CA" w14:textId="1A770F62" w:rsidR="003032AB" w:rsidRPr="00E00202" w:rsidRDefault="003032AB" w:rsidP="00E066F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E00202">
              <w:rPr>
                <w:b w:val="0"/>
                <w:smallCaps w:val="0"/>
                <w:sz w:val="22"/>
              </w:rPr>
              <w:t>Kryteria oceny odpowiedzi ustnej:</w:t>
            </w:r>
          </w:p>
          <w:p w14:paraId="6495E2D0" w14:textId="77777777" w:rsidR="007776A1" w:rsidRPr="00E00202" w:rsidRDefault="007776A1" w:rsidP="00E066F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  <w:p w14:paraId="71164442" w14:textId="77777777" w:rsidR="003032AB" w:rsidRPr="00E00202" w:rsidRDefault="003032AB" w:rsidP="00E066F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E00202">
              <w:rPr>
                <w:b w:val="0"/>
                <w:smallCaps w:val="0"/>
                <w:sz w:val="22"/>
              </w:rPr>
              <w:t>5.0 – wykazuje znajomość treści kształcenia na poziomie 91%-100%</w:t>
            </w:r>
          </w:p>
          <w:p w14:paraId="3A4F2BB9" w14:textId="0C002C25" w:rsidR="003032AB" w:rsidRPr="00E00202" w:rsidRDefault="003032AB" w:rsidP="00E066F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E00202">
              <w:rPr>
                <w:b w:val="0"/>
                <w:smallCaps w:val="0"/>
                <w:sz w:val="22"/>
              </w:rPr>
              <w:t>Ocena bardzo dobra: bardzo dobry poziom znajomości słownictwa i struktur</w:t>
            </w:r>
            <w:r w:rsidR="00E066F7" w:rsidRPr="00E00202">
              <w:rPr>
                <w:b w:val="0"/>
                <w:smallCaps w:val="0"/>
                <w:sz w:val="22"/>
              </w:rPr>
              <w:t xml:space="preserve"> </w:t>
            </w:r>
            <w:r w:rsidRPr="00E00202">
              <w:rPr>
                <w:b w:val="0"/>
                <w:smallCaps w:val="0"/>
                <w:sz w:val="22"/>
              </w:rPr>
              <w:t>językowych, brak błędów językowych lub nieliczne błędy językowe nie zakłócające</w:t>
            </w:r>
            <w:r w:rsidR="00E066F7" w:rsidRPr="00E00202">
              <w:rPr>
                <w:b w:val="0"/>
                <w:smallCaps w:val="0"/>
                <w:sz w:val="22"/>
              </w:rPr>
              <w:t xml:space="preserve"> </w:t>
            </w:r>
            <w:r w:rsidRPr="00E00202">
              <w:rPr>
                <w:b w:val="0"/>
                <w:smallCaps w:val="0"/>
                <w:sz w:val="22"/>
              </w:rPr>
              <w:t>komunikacji</w:t>
            </w:r>
            <w:r w:rsidR="00E066F7" w:rsidRPr="00E00202">
              <w:rPr>
                <w:b w:val="0"/>
                <w:smallCaps w:val="0"/>
                <w:sz w:val="22"/>
              </w:rPr>
              <w:t>.</w:t>
            </w:r>
          </w:p>
          <w:p w14:paraId="0A4D1BA5" w14:textId="77777777" w:rsidR="003032AB" w:rsidRPr="00E00202" w:rsidRDefault="003032AB" w:rsidP="00E066F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E00202">
              <w:rPr>
                <w:b w:val="0"/>
                <w:smallCaps w:val="0"/>
                <w:sz w:val="22"/>
              </w:rPr>
              <w:t>4.5 – wykazuje znajomość treści kształcenia na poziomie 81%-90%</w:t>
            </w:r>
          </w:p>
          <w:p w14:paraId="4E8AE935" w14:textId="0B9C04FF" w:rsidR="003032AB" w:rsidRPr="00E00202" w:rsidRDefault="003032AB" w:rsidP="00E066F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E00202">
              <w:rPr>
                <w:b w:val="0"/>
                <w:smallCaps w:val="0"/>
                <w:sz w:val="22"/>
              </w:rPr>
              <w:lastRenderedPageBreak/>
              <w:t>Ocena plus dobra: dobry poziom znajomości słownictwa i struktur językowych,</w:t>
            </w:r>
            <w:r w:rsidR="00E066F7" w:rsidRPr="00E00202">
              <w:rPr>
                <w:b w:val="0"/>
                <w:smallCaps w:val="0"/>
                <w:sz w:val="22"/>
              </w:rPr>
              <w:t xml:space="preserve"> </w:t>
            </w:r>
            <w:r w:rsidRPr="00E00202">
              <w:rPr>
                <w:b w:val="0"/>
                <w:smallCaps w:val="0"/>
                <w:sz w:val="22"/>
              </w:rPr>
              <w:t>nieliczne błędy językowe nieznacznie zakłócające komunikację, nieznaczne</w:t>
            </w:r>
            <w:r w:rsidR="00E066F7" w:rsidRPr="00E00202">
              <w:rPr>
                <w:b w:val="0"/>
                <w:smallCaps w:val="0"/>
                <w:sz w:val="22"/>
              </w:rPr>
              <w:t xml:space="preserve"> </w:t>
            </w:r>
            <w:r w:rsidRPr="00E00202">
              <w:rPr>
                <w:b w:val="0"/>
                <w:smallCaps w:val="0"/>
                <w:sz w:val="22"/>
              </w:rPr>
              <w:t xml:space="preserve">zakłócenia w płynności </w:t>
            </w:r>
            <w:r w:rsidR="00E066F7" w:rsidRPr="00E00202">
              <w:rPr>
                <w:b w:val="0"/>
                <w:smallCaps w:val="0"/>
                <w:sz w:val="22"/>
              </w:rPr>
              <w:t>w</w:t>
            </w:r>
            <w:r w:rsidRPr="00E00202">
              <w:rPr>
                <w:b w:val="0"/>
                <w:smallCaps w:val="0"/>
                <w:sz w:val="22"/>
              </w:rPr>
              <w:t>ypowiedzi</w:t>
            </w:r>
            <w:r w:rsidR="00E066F7" w:rsidRPr="00E00202">
              <w:rPr>
                <w:b w:val="0"/>
                <w:smallCaps w:val="0"/>
                <w:sz w:val="22"/>
              </w:rPr>
              <w:t>.</w:t>
            </w:r>
          </w:p>
          <w:p w14:paraId="4221732A" w14:textId="77777777" w:rsidR="003032AB" w:rsidRPr="00E00202" w:rsidRDefault="003032AB" w:rsidP="00E066F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E00202">
              <w:rPr>
                <w:b w:val="0"/>
                <w:smallCaps w:val="0"/>
                <w:sz w:val="22"/>
              </w:rPr>
              <w:t>4.0 – wykazuje znajomość treści kształcenia na poziomie 71%-80%</w:t>
            </w:r>
          </w:p>
          <w:p w14:paraId="4B680462" w14:textId="24953ADE" w:rsidR="003032AB" w:rsidRPr="00E00202" w:rsidRDefault="003032AB" w:rsidP="00E066F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E00202">
              <w:rPr>
                <w:b w:val="0"/>
                <w:smallCaps w:val="0"/>
                <w:sz w:val="22"/>
              </w:rPr>
              <w:t>Ocena dobra: zadawalający poziom znajomości słownictwa i struktur językowych,</w:t>
            </w:r>
            <w:r w:rsidR="00E066F7" w:rsidRPr="00E00202">
              <w:rPr>
                <w:b w:val="0"/>
                <w:smallCaps w:val="0"/>
                <w:sz w:val="22"/>
              </w:rPr>
              <w:t xml:space="preserve"> </w:t>
            </w:r>
            <w:r w:rsidRPr="00E00202">
              <w:rPr>
                <w:b w:val="0"/>
                <w:smallCaps w:val="0"/>
                <w:sz w:val="22"/>
              </w:rPr>
              <w:t>błędy językowe nieznacznie zakłócające komunikację, nieznaczne zakłócenia w</w:t>
            </w:r>
            <w:r w:rsidR="00E066F7" w:rsidRPr="00E00202">
              <w:rPr>
                <w:b w:val="0"/>
                <w:smallCaps w:val="0"/>
                <w:sz w:val="22"/>
              </w:rPr>
              <w:t xml:space="preserve"> </w:t>
            </w:r>
            <w:r w:rsidRPr="00E00202">
              <w:rPr>
                <w:b w:val="0"/>
                <w:smallCaps w:val="0"/>
                <w:sz w:val="22"/>
              </w:rPr>
              <w:t>płynności wypowiedzi</w:t>
            </w:r>
            <w:r w:rsidR="00E066F7" w:rsidRPr="00E00202">
              <w:rPr>
                <w:b w:val="0"/>
                <w:smallCaps w:val="0"/>
                <w:sz w:val="22"/>
              </w:rPr>
              <w:t>.</w:t>
            </w:r>
          </w:p>
          <w:p w14:paraId="707CF86B" w14:textId="77777777" w:rsidR="003032AB" w:rsidRPr="00E00202" w:rsidRDefault="003032AB" w:rsidP="00E066F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E00202">
              <w:rPr>
                <w:b w:val="0"/>
                <w:smallCaps w:val="0"/>
                <w:sz w:val="22"/>
              </w:rPr>
              <w:t>3.5 – wykazuje znajomość treści kształcenia na poziomie 61%-70%</w:t>
            </w:r>
          </w:p>
          <w:p w14:paraId="01CB5919" w14:textId="68C9E64E" w:rsidR="003032AB" w:rsidRPr="00E00202" w:rsidRDefault="003032AB" w:rsidP="00E066F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E00202">
              <w:rPr>
                <w:b w:val="0"/>
                <w:smallCaps w:val="0"/>
                <w:sz w:val="22"/>
              </w:rPr>
              <w:t>Ocena +dostateczna: ograniczona znajomość słownictwa i struktur językowych,</w:t>
            </w:r>
            <w:r w:rsidR="00E066F7" w:rsidRPr="00E00202">
              <w:rPr>
                <w:b w:val="0"/>
                <w:smallCaps w:val="0"/>
                <w:sz w:val="22"/>
              </w:rPr>
              <w:t xml:space="preserve"> </w:t>
            </w:r>
            <w:r w:rsidRPr="00E00202">
              <w:rPr>
                <w:b w:val="0"/>
                <w:smallCaps w:val="0"/>
                <w:sz w:val="22"/>
              </w:rPr>
              <w:t>liczne błędy językowe znacznie zakłócające komunikację i płynność wypowiedzi,</w:t>
            </w:r>
            <w:r w:rsidR="00E066F7" w:rsidRPr="00E00202">
              <w:rPr>
                <w:b w:val="0"/>
                <w:smallCaps w:val="0"/>
                <w:sz w:val="22"/>
              </w:rPr>
              <w:t xml:space="preserve"> </w:t>
            </w:r>
            <w:r w:rsidRPr="00E00202">
              <w:rPr>
                <w:b w:val="0"/>
                <w:smallCaps w:val="0"/>
                <w:sz w:val="22"/>
              </w:rPr>
              <w:t>odpowiedzi częściowo odbiegające od treści zadanego pytania, niekompletna</w:t>
            </w:r>
            <w:r w:rsidR="00E066F7" w:rsidRPr="00E00202">
              <w:rPr>
                <w:b w:val="0"/>
                <w:smallCaps w:val="0"/>
                <w:sz w:val="22"/>
              </w:rPr>
              <w:t>.</w:t>
            </w:r>
          </w:p>
          <w:p w14:paraId="7125BB1E" w14:textId="77777777" w:rsidR="003032AB" w:rsidRPr="00E00202" w:rsidRDefault="003032AB" w:rsidP="00E066F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E00202">
              <w:rPr>
                <w:b w:val="0"/>
                <w:smallCaps w:val="0"/>
                <w:sz w:val="22"/>
              </w:rPr>
              <w:t>3.0 – wykazuje znajomość treści kształcenia na poziomie 51%-60%</w:t>
            </w:r>
          </w:p>
          <w:p w14:paraId="35428284" w14:textId="6CC71BB2" w:rsidR="003032AB" w:rsidRPr="00E00202" w:rsidRDefault="003032AB" w:rsidP="00E066F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E00202">
              <w:rPr>
                <w:b w:val="0"/>
                <w:smallCaps w:val="0"/>
                <w:sz w:val="22"/>
              </w:rPr>
              <w:t>Ocena dostateczna: ograniczona znajomość słownictwa i struktur językowych, liczne</w:t>
            </w:r>
            <w:r w:rsidR="00E066F7" w:rsidRPr="00E00202">
              <w:rPr>
                <w:b w:val="0"/>
                <w:smallCaps w:val="0"/>
                <w:sz w:val="22"/>
              </w:rPr>
              <w:t xml:space="preserve"> </w:t>
            </w:r>
            <w:r w:rsidRPr="00E00202">
              <w:rPr>
                <w:b w:val="0"/>
                <w:smallCaps w:val="0"/>
                <w:sz w:val="22"/>
              </w:rPr>
              <w:t>błędy językowe znacznie zakłócające komunikację i płynność wypowiedzi, niepełne</w:t>
            </w:r>
            <w:r w:rsidR="00E066F7" w:rsidRPr="00E00202">
              <w:rPr>
                <w:b w:val="0"/>
                <w:smallCaps w:val="0"/>
                <w:sz w:val="22"/>
              </w:rPr>
              <w:t xml:space="preserve"> </w:t>
            </w:r>
            <w:r w:rsidRPr="00E00202">
              <w:rPr>
                <w:b w:val="0"/>
                <w:smallCaps w:val="0"/>
                <w:sz w:val="22"/>
              </w:rPr>
              <w:t>odpowiedzi na pytania, odpowiedzi częściowo odbiegające od treści zadanego</w:t>
            </w:r>
            <w:r w:rsidR="00E066F7" w:rsidRPr="00E00202">
              <w:rPr>
                <w:b w:val="0"/>
                <w:smallCaps w:val="0"/>
                <w:sz w:val="22"/>
              </w:rPr>
              <w:t xml:space="preserve"> </w:t>
            </w:r>
            <w:r w:rsidRPr="00E00202">
              <w:rPr>
                <w:b w:val="0"/>
                <w:smallCaps w:val="0"/>
                <w:sz w:val="22"/>
              </w:rPr>
              <w:t>pytania</w:t>
            </w:r>
          </w:p>
          <w:p w14:paraId="5395D460" w14:textId="77777777" w:rsidR="003032AB" w:rsidRPr="00E00202" w:rsidRDefault="003032AB" w:rsidP="00E066F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E00202">
              <w:rPr>
                <w:b w:val="0"/>
                <w:smallCaps w:val="0"/>
                <w:sz w:val="22"/>
              </w:rPr>
              <w:t>2.0 – wykazuje znajomość treści kształcenia poniżej 50%</w:t>
            </w:r>
          </w:p>
          <w:p w14:paraId="7FC822E5" w14:textId="6B4393A4" w:rsidR="003032AB" w:rsidRPr="00E00202" w:rsidRDefault="003032AB" w:rsidP="00E066F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E00202">
              <w:rPr>
                <w:b w:val="0"/>
                <w:smallCaps w:val="0"/>
                <w:sz w:val="22"/>
              </w:rPr>
              <w:t>Ocena niedostateczna: brak odpowiedzi lub bardzo ograniczona znajomość</w:t>
            </w:r>
            <w:r w:rsidR="00E066F7" w:rsidRPr="00E00202">
              <w:rPr>
                <w:b w:val="0"/>
                <w:smallCaps w:val="0"/>
                <w:sz w:val="22"/>
              </w:rPr>
              <w:t xml:space="preserve"> </w:t>
            </w:r>
            <w:r w:rsidRPr="00E00202">
              <w:rPr>
                <w:b w:val="0"/>
                <w:smallCaps w:val="0"/>
                <w:sz w:val="22"/>
              </w:rPr>
              <w:t xml:space="preserve">słownictwa </w:t>
            </w:r>
            <w:r w:rsidR="00E066F7" w:rsidRPr="00E00202">
              <w:rPr>
                <w:b w:val="0"/>
                <w:smallCaps w:val="0"/>
                <w:sz w:val="22"/>
              </w:rPr>
              <w:br/>
            </w:r>
            <w:r w:rsidRPr="00E00202">
              <w:rPr>
                <w:b w:val="0"/>
                <w:smallCaps w:val="0"/>
                <w:sz w:val="22"/>
              </w:rPr>
              <w:t>i struktur językowych uniemożliwiająca wykonanie zadania, chaotyczna</w:t>
            </w:r>
            <w:r w:rsidR="00E066F7" w:rsidRPr="00E00202">
              <w:rPr>
                <w:b w:val="0"/>
                <w:smallCaps w:val="0"/>
                <w:sz w:val="22"/>
              </w:rPr>
              <w:t xml:space="preserve"> </w:t>
            </w:r>
            <w:r w:rsidRPr="00E00202">
              <w:rPr>
                <w:b w:val="0"/>
                <w:smallCaps w:val="0"/>
                <w:sz w:val="22"/>
              </w:rPr>
              <w:t>konstrukcja wypowiedzi, bardzo uboga treść, niekomunikatywność, mylenie i</w:t>
            </w:r>
            <w:r w:rsidR="00E066F7" w:rsidRPr="00E00202">
              <w:rPr>
                <w:b w:val="0"/>
                <w:smallCaps w:val="0"/>
                <w:sz w:val="22"/>
              </w:rPr>
              <w:t xml:space="preserve"> </w:t>
            </w:r>
            <w:r w:rsidRPr="00E00202">
              <w:rPr>
                <w:b w:val="0"/>
                <w:smallCaps w:val="0"/>
                <w:sz w:val="22"/>
              </w:rPr>
              <w:t>zniekształcanie podstawowych informacji</w:t>
            </w:r>
          </w:p>
          <w:p w14:paraId="4F1F971E" w14:textId="77777777" w:rsidR="00E066F7" w:rsidRPr="00E00202" w:rsidRDefault="00E066F7" w:rsidP="00E066F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  <w:p w14:paraId="737B1FDA" w14:textId="1E758F58" w:rsidR="003032AB" w:rsidRPr="00E00202" w:rsidRDefault="003032AB" w:rsidP="00E066F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E00202">
              <w:rPr>
                <w:b w:val="0"/>
                <w:smallCaps w:val="0"/>
                <w:sz w:val="22"/>
              </w:rPr>
              <w:t>Ocenę pozytywną z przedmiotu można otrzymać wyłącznie pod warunkiem</w:t>
            </w:r>
            <w:r w:rsidR="00E066F7" w:rsidRPr="00E00202">
              <w:rPr>
                <w:b w:val="0"/>
                <w:smallCaps w:val="0"/>
                <w:sz w:val="22"/>
              </w:rPr>
              <w:t xml:space="preserve"> </w:t>
            </w:r>
            <w:r w:rsidRPr="00E00202">
              <w:rPr>
                <w:b w:val="0"/>
                <w:smallCaps w:val="0"/>
                <w:sz w:val="22"/>
              </w:rPr>
              <w:t>uzyskania pozytywnej oceny za każdy z ustanowionych efektów uczenia się.</w:t>
            </w:r>
          </w:p>
          <w:p w14:paraId="418740AE" w14:textId="5581DA8A" w:rsidR="00923D7D" w:rsidRPr="00E00202" w:rsidRDefault="003032AB" w:rsidP="00E066F7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E00202">
              <w:rPr>
                <w:b w:val="0"/>
                <w:smallCaps w:val="0"/>
                <w:sz w:val="22"/>
              </w:rPr>
              <w:t>Ocenę końcową z przedmiotu stanowi średnia arytmetyczna z ocen cząstkowych.</w:t>
            </w:r>
          </w:p>
          <w:p w14:paraId="7CC92FAB" w14:textId="77777777" w:rsidR="0085747A" w:rsidRPr="00E00202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</w:tbl>
    <w:p w14:paraId="475EFF54" w14:textId="77777777" w:rsidR="0085747A" w:rsidRPr="00E00202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14:paraId="22761BD3" w14:textId="0AF45718" w:rsidR="009F4610" w:rsidRPr="00E00202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</w:rPr>
      </w:pPr>
      <w:r w:rsidRPr="00E00202">
        <w:rPr>
          <w:rFonts w:ascii="Times New Roman" w:hAnsi="Times New Roman"/>
          <w:b/>
        </w:rPr>
        <w:t xml:space="preserve">5. </w:t>
      </w:r>
      <w:r w:rsidR="00174D0F">
        <w:rPr>
          <w:rFonts w:ascii="Times New Roman" w:hAnsi="Times New Roman"/>
          <w:b/>
        </w:rPr>
        <w:tab/>
      </w:r>
      <w:r w:rsidR="00C61DC5" w:rsidRPr="00E00202">
        <w:rPr>
          <w:rFonts w:ascii="Times New Roman" w:hAnsi="Times New Roman"/>
          <w:b/>
        </w:rPr>
        <w:t xml:space="preserve">CAŁKOWITY NAKŁAD PRACY STUDENTA POTRZEBNY DO OSIĄGNIĘCIA ZAŁOŻONYCH EFEKTÓW W GODZINACH ORAZ PUNKTACH ECTS </w:t>
      </w:r>
    </w:p>
    <w:p w14:paraId="28162D1E" w14:textId="77777777" w:rsidR="0085747A" w:rsidRPr="00E00202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5747A" w:rsidRPr="00E00202" w14:paraId="5262C9C3" w14:textId="77777777" w:rsidTr="003E1941">
        <w:tc>
          <w:tcPr>
            <w:tcW w:w="4962" w:type="dxa"/>
            <w:vAlign w:val="center"/>
          </w:tcPr>
          <w:p w14:paraId="75CDABF7" w14:textId="77777777" w:rsidR="0085747A" w:rsidRPr="00E0020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E00202">
              <w:rPr>
                <w:rFonts w:ascii="Times New Roman" w:hAnsi="Times New Roman"/>
                <w:b/>
              </w:rPr>
              <w:t>Forma a</w:t>
            </w:r>
            <w:r w:rsidR="0085747A" w:rsidRPr="00E00202">
              <w:rPr>
                <w:rFonts w:ascii="Times New Roman" w:hAnsi="Times New Roman"/>
                <w:b/>
              </w:rPr>
              <w:t>ktywnoś</w:t>
            </w:r>
            <w:r w:rsidRPr="00E00202">
              <w:rPr>
                <w:rFonts w:ascii="Times New Roman" w:hAnsi="Times New Roman"/>
                <w:b/>
              </w:rPr>
              <w:t>ci</w:t>
            </w:r>
          </w:p>
        </w:tc>
        <w:tc>
          <w:tcPr>
            <w:tcW w:w="4677" w:type="dxa"/>
            <w:vAlign w:val="center"/>
          </w:tcPr>
          <w:p w14:paraId="6E4B1B4A" w14:textId="77777777" w:rsidR="0085747A" w:rsidRPr="00E0020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E00202">
              <w:rPr>
                <w:rFonts w:ascii="Times New Roman" w:hAnsi="Times New Roman"/>
                <w:b/>
              </w:rPr>
              <w:t>Średnia l</w:t>
            </w:r>
            <w:r w:rsidR="0085747A" w:rsidRPr="00E00202">
              <w:rPr>
                <w:rFonts w:ascii="Times New Roman" w:hAnsi="Times New Roman"/>
                <w:b/>
              </w:rPr>
              <w:t>iczba godzin</w:t>
            </w:r>
            <w:r w:rsidR="0071620A" w:rsidRPr="00E00202">
              <w:rPr>
                <w:rFonts w:ascii="Times New Roman" w:hAnsi="Times New Roman"/>
                <w:b/>
              </w:rPr>
              <w:t xml:space="preserve"> </w:t>
            </w:r>
            <w:r w:rsidRPr="00E00202">
              <w:rPr>
                <w:rFonts w:ascii="Times New Roman" w:hAnsi="Times New Roman"/>
                <w:b/>
              </w:rPr>
              <w:t>na zrealizowanie aktywności</w:t>
            </w:r>
          </w:p>
        </w:tc>
      </w:tr>
      <w:tr w:rsidR="0085747A" w:rsidRPr="00E00202" w14:paraId="7196E746" w14:textId="77777777" w:rsidTr="00923D7D">
        <w:tc>
          <w:tcPr>
            <w:tcW w:w="4962" w:type="dxa"/>
          </w:tcPr>
          <w:p w14:paraId="32E31CA0" w14:textId="77777777" w:rsidR="0085747A" w:rsidRPr="00E00202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00202">
              <w:rPr>
                <w:rFonts w:ascii="Times New Roman" w:hAnsi="Times New Roman"/>
              </w:rPr>
              <w:t>G</w:t>
            </w:r>
            <w:r w:rsidR="0085747A" w:rsidRPr="00E00202">
              <w:rPr>
                <w:rFonts w:ascii="Times New Roman" w:hAnsi="Times New Roman"/>
              </w:rPr>
              <w:t xml:space="preserve">odziny </w:t>
            </w:r>
            <w:r w:rsidRPr="00E00202">
              <w:rPr>
                <w:rFonts w:ascii="Times New Roman" w:hAnsi="Times New Roman"/>
              </w:rPr>
              <w:t>kontaktowe</w:t>
            </w:r>
            <w:r w:rsidR="0085747A" w:rsidRPr="00E00202">
              <w:rPr>
                <w:rFonts w:ascii="Times New Roman" w:hAnsi="Times New Roman"/>
              </w:rPr>
              <w:t xml:space="preserve"> w</w:t>
            </w:r>
            <w:r w:rsidRPr="00E00202">
              <w:rPr>
                <w:rFonts w:ascii="Times New Roman" w:hAnsi="Times New Roman"/>
              </w:rPr>
              <w:t>ynikające</w:t>
            </w:r>
            <w:r w:rsidR="003F205D" w:rsidRPr="00E00202">
              <w:rPr>
                <w:rFonts w:ascii="Times New Roman" w:hAnsi="Times New Roman"/>
              </w:rPr>
              <w:t xml:space="preserve"> z </w:t>
            </w:r>
            <w:r w:rsidR="000A3CDF" w:rsidRPr="00E00202">
              <w:rPr>
                <w:rFonts w:ascii="Times New Roman" w:hAnsi="Times New Roman"/>
              </w:rPr>
              <w:t xml:space="preserve">harmonogramu </w:t>
            </w:r>
            <w:r w:rsidRPr="00E00202">
              <w:rPr>
                <w:rFonts w:ascii="Times New Roman" w:hAnsi="Times New Roman"/>
              </w:rPr>
              <w:t>studiów</w:t>
            </w:r>
          </w:p>
        </w:tc>
        <w:tc>
          <w:tcPr>
            <w:tcW w:w="4677" w:type="dxa"/>
          </w:tcPr>
          <w:p w14:paraId="4DCDF759" w14:textId="29FA8290" w:rsidR="0085747A" w:rsidRPr="00174D0F" w:rsidRDefault="00E066F7" w:rsidP="00A82E0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174D0F">
              <w:rPr>
                <w:rFonts w:ascii="Times New Roman" w:hAnsi="Times New Roman"/>
                <w:b/>
              </w:rPr>
              <w:t>120</w:t>
            </w:r>
          </w:p>
        </w:tc>
      </w:tr>
      <w:tr w:rsidR="00C61DC5" w:rsidRPr="00E00202" w14:paraId="348A1637" w14:textId="77777777" w:rsidTr="00923D7D">
        <w:tc>
          <w:tcPr>
            <w:tcW w:w="4962" w:type="dxa"/>
          </w:tcPr>
          <w:p w14:paraId="45334F62" w14:textId="77777777" w:rsidR="00C61DC5" w:rsidRPr="00E00202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00202">
              <w:rPr>
                <w:rFonts w:ascii="Times New Roman" w:hAnsi="Times New Roman"/>
              </w:rPr>
              <w:t>Inne z udziałem nauczyciela</w:t>
            </w:r>
            <w:r w:rsidR="000A3CDF" w:rsidRPr="00E00202">
              <w:rPr>
                <w:rFonts w:ascii="Times New Roman" w:hAnsi="Times New Roman"/>
              </w:rPr>
              <w:t xml:space="preserve"> akademickiego</w:t>
            </w:r>
          </w:p>
          <w:p w14:paraId="5C792C41" w14:textId="264914DF" w:rsidR="00C61DC5" w:rsidRPr="00E00202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00202">
              <w:rPr>
                <w:rFonts w:ascii="Times New Roman" w:hAnsi="Times New Roman"/>
              </w:rPr>
              <w:t>(udział w konsultacjach)</w:t>
            </w:r>
          </w:p>
        </w:tc>
        <w:tc>
          <w:tcPr>
            <w:tcW w:w="4677" w:type="dxa"/>
          </w:tcPr>
          <w:p w14:paraId="2FA3A8A9" w14:textId="43259F53" w:rsidR="00C61DC5" w:rsidRPr="00E00202" w:rsidRDefault="00797728" w:rsidP="00A82E0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00202">
              <w:rPr>
                <w:rFonts w:ascii="Times New Roman" w:hAnsi="Times New Roman"/>
              </w:rPr>
              <w:t>6</w:t>
            </w:r>
          </w:p>
        </w:tc>
      </w:tr>
      <w:tr w:rsidR="00C61DC5" w:rsidRPr="00E00202" w14:paraId="4DF89DEB" w14:textId="77777777" w:rsidTr="00923D7D">
        <w:tc>
          <w:tcPr>
            <w:tcW w:w="4962" w:type="dxa"/>
          </w:tcPr>
          <w:p w14:paraId="30830603" w14:textId="77777777" w:rsidR="0071620A" w:rsidRPr="00E00202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00202">
              <w:rPr>
                <w:rFonts w:ascii="Times New Roman" w:hAnsi="Times New Roman"/>
              </w:rPr>
              <w:t>Godziny niekontaktowe – praca własna studenta</w:t>
            </w:r>
          </w:p>
          <w:p w14:paraId="2D8A6640" w14:textId="39D0720A" w:rsidR="00C61DC5" w:rsidRPr="00E00202" w:rsidRDefault="00FD527F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00202">
              <w:rPr>
                <w:rFonts w:ascii="Times New Roman" w:hAnsi="Times New Roman"/>
              </w:rPr>
              <w:t>(przygotowanie do zajęć, przygotowanie pracy projektowej, przygotowanie do sprawdzianów pisemnych)</w:t>
            </w:r>
          </w:p>
        </w:tc>
        <w:tc>
          <w:tcPr>
            <w:tcW w:w="4677" w:type="dxa"/>
          </w:tcPr>
          <w:p w14:paraId="318171D4" w14:textId="6B1FDC93" w:rsidR="00C61DC5" w:rsidRPr="00E00202" w:rsidRDefault="00E066F7" w:rsidP="00A82E0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00202">
              <w:rPr>
                <w:rFonts w:ascii="Times New Roman" w:hAnsi="Times New Roman"/>
              </w:rPr>
              <w:t>7</w:t>
            </w:r>
            <w:r w:rsidR="00C3071B" w:rsidRPr="00E00202">
              <w:rPr>
                <w:rFonts w:ascii="Times New Roman" w:hAnsi="Times New Roman"/>
              </w:rPr>
              <w:t>4</w:t>
            </w:r>
          </w:p>
        </w:tc>
      </w:tr>
      <w:tr w:rsidR="0085747A" w:rsidRPr="00E00202" w14:paraId="265A692A" w14:textId="77777777" w:rsidTr="00923D7D">
        <w:tc>
          <w:tcPr>
            <w:tcW w:w="4962" w:type="dxa"/>
          </w:tcPr>
          <w:p w14:paraId="55CF1A49" w14:textId="77777777" w:rsidR="0085747A" w:rsidRPr="00E00202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00202">
              <w:rPr>
                <w:rFonts w:ascii="Times New Roman" w:hAnsi="Times New Roman"/>
              </w:rPr>
              <w:t>SUMA GODZIN</w:t>
            </w:r>
          </w:p>
        </w:tc>
        <w:tc>
          <w:tcPr>
            <w:tcW w:w="4677" w:type="dxa"/>
          </w:tcPr>
          <w:p w14:paraId="05303B2A" w14:textId="5B68477F" w:rsidR="0085747A" w:rsidRPr="00E00202" w:rsidRDefault="00E066F7" w:rsidP="00A82E0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E00202">
              <w:rPr>
                <w:rFonts w:ascii="Times New Roman" w:hAnsi="Times New Roman"/>
              </w:rPr>
              <w:t>200</w:t>
            </w:r>
          </w:p>
        </w:tc>
      </w:tr>
      <w:tr w:rsidR="0085747A" w:rsidRPr="00E00202" w14:paraId="347123E8" w14:textId="77777777" w:rsidTr="00923D7D">
        <w:tc>
          <w:tcPr>
            <w:tcW w:w="4962" w:type="dxa"/>
          </w:tcPr>
          <w:p w14:paraId="75813EDB" w14:textId="77777777" w:rsidR="0085747A" w:rsidRPr="00E00202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E00202">
              <w:rPr>
                <w:rFonts w:ascii="Times New Roman" w:hAnsi="Times New Roman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7A554626" w14:textId="0A6F8CE2" w:rsidR="0085747A" w:rsidRPr="00174D0F" w:rsidRDefault="00E066F7" w:rsidP="00A82E0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174D0F">
              <w:rPr>
                <w:rFonts w:ascii="Times New Roman" w:hAnsi="Times New Roman"/>
                <w:b/>
              </w:rPr>
              <w:t>8</w:t>
            </w:r>
          </w:p>
        </w:tc>
      </w:tr>
    </w:tbl>
    <w:p w14:paraId="737B37BF" w14:textId="77777777" w:rsidR="0085747A" w:rsidRPr="00174D0F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 w:val="20"/>
        </w:rPr>
      </w:pPr>
      <w:r w:rsidRPr="00174D0F">
        <w:rPr>
          <w:b w:val="0"/>
          <w:i/>
          <w:smallCaps w:val="0"/>
          <w:sz w:val="20"/>
        </w:rPr>
        <w:t xml:space="preserve">* </w:t>
      </w:r>
      <w:r w:rsidR="00C61DC5" w:rsidRPr="00174D0F">
        <w:rPr>
          <w:b w:val="0"/>
          <w:i/>
          <w:smallCaps w:val="0"/>
          <w:sz w:val="20"/>
        </w:rPr>
        <w:t>Należy uwzględnić, że 1 pkt ECTS odpowiada 25-30 godzin całkowitego nakładu pracy studenta.</w:t>
      </w:r>
    </w:p>
    <w:p w14:paraId="59168AA1" w14:textId="77777777" w:rsidR="003E1941" w:rsidRPr="00E00202" w:rsidRDefault="003E1941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14:paraId="50D12039" w14:textId="77777777" w:rsidR="0085747A" w:rsidRPr="00E00202" w:rsidRDefault="0071620A" w:rsidP="009C54AE">
      <w:pPr>
        <w:pStyle w:val="Punktygwne"/>
        <w:spacing w:before="0" w:after="0"/>
        <w:rPr>
          <w:smallCaps w:val="0"/>
          <w:sz w:val="22"/>
        </w:rPr>
      </w:pPr>
      <w:r w:rsidRPr="00E00202">
        <w:rPr>
          <w:smallCaps w:val="0"/>
          <w:sz w:val="22"/>
        </w:rPr>
        <w:t xml:space="preserve">6. </w:t>
      </w:r>
      <w:r w:rsidR="0085747A" w:rsidRPr="00E00202">
        <w:rPr>
          <w:smallCaps w:val="0"/>
          <w:sz w:val="22"/>
        </w:rPr>
        <w:t>PRAKTYKI ZAWO</w:t>
      </w:r>
      <w:r w:rsidR="009D3F3B" w:rsidRPr="00E00202">
        <w:rPr>
          <w:smallCaps w:val="0"/>
          <w:sz w:val="22"/>
        </w:rPr>
        <w:t>DOWE W RAMACH PRZEDMIOTU</w:t>
      </w:r>
    </w:p>
    <w:p w14:paraId="01CE0D77" w14:textId="77777777" w:rsidR="0085747A" w:rsidRPr="00E00202" w:rsidRDefault="0085747A" w:rsidP="009C54AE">
      <w:pPr>
        <w:pStyle w:val="Punktygwne"/>
        <w:spacing w:before="0" w:after="0"/>
        <w:ind w:left="36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E00202" w14:paraId="2A9E1178" w14:textId="77777777" w:rsidTr="00174D0F">
        <w:trPr>
          <w:trHeight w:val="397"/>
        </w:trPr>
        <w:tc>
          <w:tcPr>
            <w:tcW w:w="3544" w:type="dxa"/>
          </w:tcPr>
          <w:p w14:paraId="58E75124" w14:textId="77777777" w:rsidR="0085747A" w:rsidRPr="00E00202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E00202">
              <w:rPr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14:paraId="3D20B3CA" w14:textId="4FCE64B4" w:rsidR="0085747A" w:rsidRPr="00E00202" w:rsidRDefault="00E066F7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E00202">
              <w:rPr>
                <w:b w:val="0"/>
                <w:smallCaps w:val="0"/>
                <w:color w:val="000000"/>
                <w:sz w:val="22"/>
              </w:rPr>
              <w:t>nie dotyczy</w:t>
            </w:r>
          </w:p>
        </w:tc>
      </w:tr>
      <w:tr w:rsidR="0085747A" w:rsidRPr="00E00202" w14:paraId="5488BA8C" w14:textId="77777777" w:rsidTr="00174D0F">
        <w:trPr>
          <w:trHeight w:val="397"/>
        </w:trPr>
        <w:tc>
          <w:tcPr>
            <w:tcW w:w="3544" w:type="dxa"/>
          </w:tcPr>
          <w:p w14:paraId="0D10EE35" w14:textId="77777777" w:rsidR="0085747A" w:rsidRPr="00E00202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E00202">
              <w:rPr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D8F10EA" w14:textId="3CF30CBE" w:rsidR="0085747A" w:rsidRPr="00E00202" w:rsidRDefault="00E066F7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E00202">
              <w:rPr>
                <w:b w:val="0"/>
                <w:smallCaps w:val="0"/>
                <w:sz w:val="22"/>
              </w:rPr>
              <w:t>nie dotyczy</w:t>
            </w:r>
          </w:p>
        </w:tc>
      </w:tr>
    </w:tbl>
    <w:p w14:paraId="1C696906" w14:textId="77777777" w:rsidR="003E1941" w:rsidRPr="00E00202" w:rsidRDefault="003E1941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14:paraId="12EECEB1" w14:textId="77777777" w:rsidR="0085747A" w:rsidRPr="00E00202" w:rsidRDefault="00675843" w:rsidP="009C54AE">
      <w:pPr>
        <w:pStyle w:val="Punktygwne"/>
        <w:spacing w:before="0" w:after="0"/>
        <w:rPr>
          <w:smallCaps w:val="0"/>
          <w:sz w:val="22"/>
        </w:rPr>
      </w:pPr>
      <w:r w:rsidRPr="00E00202">
        <w:rPr>
          <w:smallCaps w:val="0"/>
          <w:sz w:val="22"/>
        </w:rPr>
        <w:t xml:space="preserve">7. </w:t>
      </w:r>
      <w:r w:rsidR="0085747A" w:rsidRPr="00E00202">
        <w:rPr>
          <w:smallCaps w:val="0"/>
          <w:sz w:val="22"/>
        </w:rPr>
        <w:t>LITERATURA</w:t>
      </w:r>
      <w:r w:rsidRPr="00E00202">
        <w:rPr>
          <w:smallCaps w:val="0"/>
          <w:sz w:val="22"/>
        </w:rPr>
        <w:t xml:space="preserve"> </w:t>
      </w:r>
    </w:p>
    <w:p w14:paraId="6E7C2906" w14:textId="77777777" w:rsidR="00675843" w:rsidRPr="00E00202" w:rsidRDefault="00675843" w:rsidP="009C54AE">
      <w:pPr>
        <w:pStyle w:val="Punktygwne"/>
        <w:spacing w:before="0" w:after="0"/>
        <w:rPr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E00202" w14:paraId="000D405A" w14:textId="77777777" w:rsidTr="00174D0F">
        <w:trPr>
          <w:trHeight w:val="397"/>
        </w:trPr>
        <w:tc>
          <w:tcPr>
            <w:tcW w:w="7513" w:type="dxa"/>
          </w:tcPr>
          <w:p w14:paraId="4985136D" w14:textId="219E0C99" w:rsidR="00AC558A" w:rsidRPr="00174D0F" w:rsidRDefault="0085747A" w:rsidP="00E066F7">
            <w:pPr>
              <w:pStyle w:val="Punktygwne"/>
              <w:spacing w:before="0" w:after="0"/>
              <w:rPr>
                <w:smallCaps w:val="0"/>
                <w:sz w:val="22"/>
                <w:lang w:val="en-GB"/>
              </w:rPr>
            </w:pPr>
            <w:proofErr w:type="spellStart"/>
            <w:r w:rsidRPr="00174D0F">
              <w:rPr>
                <w:smallCaps w:val="0"/>
                <w:sz w:val="22"/>
                <w:lang w:val="en-GB"/>
              </w:rPr>
              <w:t>Literatura</w:t>
            </w:r>
            <w:proofErr w:type="spellEnd"/>
            <w:r w:rsidRPr="00174D0F">
              <w:rPr>
                <w:smallCaps w:val="0"/>
                <w:sz w:val="22"/>
                <w:lang w:val="en-GB"/>
              </w:rPr>
              <w:t xml:space="preserve"> </w:t>
            </w:r>
            <w:proofErr w:type="spellStart"/>
            <w:r w:rsidRPr="00174D0F">
              <w:rPr>
                <w:smallCaps w:val="0"/>
                <w:sz w:val="22"/>
                <w:lang w:val="en-GB"/>
              </w:rPr>
              <w:t>podstawowa</w:t>
            </w:r>
            <w:proofErr w:type="spellEnd"/>
            <w:r w:rsidRPr="00174D0F">
              <w:rPr>
                <w:smallCaps w:val="0"/>
                <w:sz w:val="22"/>
                <w:lang w:val="en-GB"/>
              </w:rPr>
              <w:t>:</w:t>
            </w:r>
          </w:p>
          <w:p w14:paraId="4756066C" w14:textId="77777777" w:rsidR="00174D0F" w:rsidRPr="00E00202" w:rsidRDefault="00174D0F" w:rsidP="00E066F7">
            <w:pPr>
              <w:pStyle w:val="Punktygwne"/>
              <w:spacing w:before="0" w:after="0"/>
              <w:rPr>
                <w:b w:val="0"/>
                <w:smallCaps w:val="0"/>
                <w:sz w:val="22"/>
                <w:lang w:val="en-GB"/>
              </w:rPr>
            </w:pPr>
          </w:p>
          <w:p w14:paraId="0FABF69E" w14:textId="09946228" w:rsidR="00EE4CA9" w:rsidRPr="00E00202" w:rsidRDefault="00E066F7" w:rsidP="00780FED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  <w:lang w:val="en-GB"/>
              </w:rPr>
            </w:pPr>
            <w:proofErr w:type="spellStart"/>
            <w:r w:rsidRPr="00E00202">
              <w:rPr>
                <w:b w:val="0"/>
                <w:smallCaps w:val="0"/>
                <w:color w:val="000000"/>
                <w:sz w:val="22"/>
                <w:lang w:val="en-GB"/>
              </w:rPr>
              <w:t>Oxenden</w:t>
            </w:r>
            <w:proofErr w:type="spellEnd"/>
            <w:r w:rsidR="00780FED" w:rsidRPr="00E00202">
              <w:rPr>
                <w:b w:val="0"/>
                <w:smallCaps w:val="0"/>
                <w:color w:val="000000"/>
                <w:sz w:val="22"/>
                <w:lang w:val="en-GB"/>
              </w:rPr>
              <w:t xml:space="preserve"> C.</w:t>
            </w:r>
            <w:r w:rsidRPr="00E00202">
              <w:rPr>
                <w:b w:val="0"/>
                <w:smallCaps w:val="0"/>
                <w:color w:val="000000"/>
                <w:sz w:val="22"/>
                <w:lang w:val="en-GB"/>
              </w:rPr>
              <w:t>,</w:t>
            </w:r>
            <w:r w:rsidR="00780FED" w:rsidRPr="00E00202">
              <w:rPr>
                <w:b w:val="0"/>
                <w:smallCaps w:val="0"/>
                <w:color w:val="000000"/>
                <w:sz w:val="22"/>
                <w:lang w:val="en-GB"/>
              </w:rPr>
              <w:t xml:space="preserve"> </w:t>
            </w:r>
            <w:r w:rsidRPr="00E00202">
              <w:rPr>
                <w:b w:val="0"/>
                <w:smallCaps w:val="0"/>
                <w:color w:val="000000"/>
                <w:sz w:val="22"/>
                <w:lang w:val="en-GB"/>
              </w:rPr>
              <w:t>Latham-Koenig</w:t>
            </w:r>
            <w:r w:rsidR="00780FED" w:rsidRPr="00E00202">
              <w:rPr>
                <w:b w:val="0"/>
                <w:smallCaps w:val="0"/>
                <w:color w:val="000000"/>
                <w:sz w:val="22"/>
                <w:lang w:val="en-GB"/>
              </w:rPr>
              <w:t xml:space="preserve"> Ch.</w:t>
            </w:r>
            <w:r w:rsidRPr="00E00202">
              <w:rPr>
                <w:b w:val="0"/>
                <w:smallCaps w:val="0"/>
                <w:color w:val="000000"/>
                <w:sz w:val="22"/>
                <w:lang w:val="en-GB"/>
              </w:rPr>
              <w:t>, Hudson</w:t>
            </w:r>
            <w:r w:rsidR="00780FED" w:rsidRPr="00E00202">
              <w:rPr>
                <w:b w:val="0"/>
                <w:smallCaps w:val="0"/>
                <w:color w:val="000000"/>
                <w:sz w:val="22"/>
                <w:lang w:val="en-GB"/>
              </w:rPr>
              <w:t xml:space="preserve"> J.,</w:t>
            </w:r>
            <w:r w:rsidRPr="00E00202">
              <w:rPr>
                <w:b w:val="0"/>
                <w:smallCaps w:val="0"/>
                <w:color w:val="000000"/>
                <w:sz w:val="22"/>
                <w:lang w:val="en-GB"/>
              </w:rPr>
              <w:t xml:space="preserve"> </w:t>
            </w:r>
            <w:r w:rsidRPr="00E00202">
              <w:rPr>
                <w:b w:val="0"/>
                <w:i/>
                <w:iCs/>
                <w:smallCaps w:val="0"/>
                <w:color w:val="000000"/>
                <w:sz w:val="22"/>
                <w:lang w:val="en-GB"/>
              </w:rPr>
              <w:t>English File</w:t>
            </w:r>
            <w:r w:rsidR="00780FED" w:rsidRPr="00E00202">
              <w:rPr>
                <w:b w:val="0"/>
                <w:i/>
                <w:iCs/>
                <w:smallCaps w:val="0"/>
                <w:color w:val="000000"/>
                <w:sz w:val="22"/>
                <w:lang w:val="en-GB"/>
              </w:rPr>
              <w:t xml:space="preserve"> </w:t>
            </w:r>
            <w:r w:rsidRPr="00E00202">
              <w:rPr>
                <w:b w:val="0"/>
                <w:i/>
                <w:iCs/>
                <w:smallCaps w:val="0"/>
                <w:color w:val="000000"/>
                <w:sz w:val="22"/>
                <w:lang w:val="en-GB"/>
              </w:rPr>
              <w:t>third edition, upper-intermediate</w:t>
            </w:r>
            <w:r w:rsidR="00780FED" w:rsidRPr="00E00202">
              <w:rPr>
                <w:b w:val="0"/>
                <w:i/>
                <w:iCs/>
                <w:smallCaps w:val="0"/>
                <w:color w:val="000000"/>
                <w:sz w:val="22"/>
                <w:lang w:val="en-GB"/>
              </w:rPr>
              <w:t>,</w:t>
            </w:r>
            <w:r w:rsidRPr="00E00202">
              <w:rPr>
                <w:b w:val="0"/>
                <w:smallCaps w:val="0"/>
                <w:color w:val="000000"/>
                <w:sz w:val="22"/>
                <w:lang w:val="en-GB"/>
              </w:rPr>
              <w:t xml:space="preserve"> Oxford University Press 2014</w:t>
            </w:r>
          </w:p>
          <w:p w14:paraId="2BAEB8E2" w14:textId="1C865454" w:rsidR="00EE4CA9" w:rsidRPr="00E00202" w:rsidRDefault="00AC558A" w:rsidP="00780FED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  <w:lang w:val="en-GB"/>
              </w:rPr>
            </w:pPr>
            <w:r w:rsidRPr="00E00202">
              <w:rPr>
                <w:b w:val="0"/>
                <w:smallCaps w:val="0"/>
                <w:color w:val="000000"/>
                <w:sz w:val="22"/>
                <w:lang w:val="en-GB"/>
              </w:rPr>
              <w:t xml:space="preserve">Cullen P., </w:t>
            </w:r>
            <w:r w:rsidRPr="00E00202">
              <w:rPr>
                <w:b w:val="0"/>
                <w:i/>
                <w:iCs/>
                <w:smallCaps w:val="0"/>
                <w:color w:val="000000"/>
                <w:sz w:val="22"/>
                <w:lang w:val="en-GB"/>
              </w:rPr>
              <w:t>Cambridge Vocabulary for IELTS</w:t>
            </w:r>
            <w:r w:rsidRPr="00E00202">
              <w:rPr>
                <w:b w:val="0"/>
                <w:smallCaps w:val="0"/>
                <w:color w:val="000000"/>
                <w:sz w:val="22"/>
                <w:lang w:val="en-GB"/>
              </w:rPr>
              <w:t>, Cambridge University Press, Cambridge 2018</w:t>
            </w:r>
          </w:p>
          <w:p w14:paraId="79D31F51" w14:textId="685DCC0B" w:rsidR="00EE4CA9" w:rsidRPr="00E00202" w:rsidRDefault="00AC558A" w:rsidP="00780FED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  <w:lang w:val="en-GB"/>
              </w:rPr>
            </w:pPr>
            <w:r w:rsidRPr="00E00202">
              <w:rPr>
                <w:b w:val="0"/>
                <w:smallCaps w:val="0"/>
                <w:color w:val="000000"/>
                <w:sz w:val="22"/>
                <w:lang w:val="en-GB"/>
              </w:rPr>
              <w:t xml:space="preserve">McCarthy M., O’Dell Felicity, </w:t>
            </w:r>
            <w:r w:rsidRPr="00E00202">
              <w:rPr>
                <w:b w:val="0"/>
                <w:i/>
                <w:iCs/>
                <w:smallCaps w:val="0"/>
                <w:color w:val="000000"/>
                <w:sz w:val="22"/>
                <w:lang w:val="en-GB"/>
              </w:rPr>
              <w:t>English Vocabulary in Use. Upper-intermediate</w:t>
            </w:r>
            <w:r w:rsidRPr="00E00202">
              <w:rPr>
                <w:b w:val="0"/>
                <w:smallCaps w:val="0"/>
                <w:color w:val="000000"/>
                <w:sz w:val="22"/>
                <w:lang w:val="en-GB"/>
              </w:rPr>
              <w:t>, Cambridge University Press, Cambridge 2017</w:t>
            </w:r>
          </w:p>
          <w:p w14:paraId="2C3ECB62" w14:textId="4208996E" w:rsidR="00756481" w:rsidRPr="00E00202" w:rsidRDefault="00AC558A" w:rsidP="00780FED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E00202">
              <w:rPr>
                <w:b w:val="0"/>
                <w:smallCaps w:val="0"/>
                <w:color w:val="000000"/>
                <w:sz w:val="22"/>
              </w:rPr>
              <w:t>Własne materiały autorskie</w:t>
            </w:r>
          </w:p>
        </w:tc>
      </w:tr>
      <w:tr w:rsidR="0085747A" w:rsidRPr="00E00202" w14:paraId="6A582E67" w14:textId="77777777" w:rsidTr="00174D0F">
        <w:trPr>
          <w:trHeight w:val="397"/>
        </w:trPr>
        <w:tc>
          <w:tcPr>
            <w:tcW w:w="7513" w:type="dxa"/>
          </w:tcPr>
          <w:p w14:paraId="5507D5AF" w14:textId="4A4149F4" w:rsidR="00EE4CA9" w:rsidRPr="00174D0F" w:rsidRDefault="0085747A" w:rsidP="009C54AE">
            <w:pPr>
              <w:pStyle w:val="Punktygwne"/>
              <w:spacing w:before="0" w:after="0"/>
              <w:rPr>
                <w:smallCaps w:val="0"/>
                <w:sz w:val="22"/>
                <w:lang w:val="en-GB"/>
              </w:rPr>
            </w:pPr>
            <w:proofErr w:type="spellStart"/>
            <w:r w:rsidRPr="00174D0F">
              <w:rPr>
                <w:smallCaps w:val="0"/>
                <w:sz w:val="22"/>
                <w:lang w:val="en-GB"/>
              </w:rPr>
              <w:lastRenderedPageBreak/>
              <w:t>Literatura</w:t>
            </w:r>
            <w:proofErr w:type="spellEnd"/>
            <w:r w:rsidRPr="00174D0F">
              <w:rPr>
                <w:smallCaps w:val="0"/>
                <w:sz w:val="22"/>
                <w:lang w:val="en-GB"/>
              </w:rPr>
              <w:t xml:space="preserve"> </w:t>
            </w:r>
            <w:proofErr w:type="spellStart"/>
            <w:r w:rsidRPr="00174D0F">
              <w:rPr>
                <w:smallCaps w:val="0"/>
                <w:sz w:val="22"/>
                <w:lang w:val="en-GB"/>
              </w:rPr>
              <w:t>uzupełniająca</w:t>
            </w:r>
            <w:proofErr w:type="spellEnd"/>
            <w:r w:rsidRPr="00174D0F">
              <w:rPr>
                <w:smallCaps w:val="0"/>
                <w:sz w:val="22"/>
                <w:lang w:val="en-GB"/>
              </w:rPr>
              <w:t xml:space="preserve">: </w:t>
            </w:r>
          </w:p>
          <w:p w14:paraId="45BF04FC" w14:textId="77777777" w:rsidR="00174D0F" w:rsidRPr="00E00202" w:rsidRDefault="00174D0F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  <w:lang w:val="en-GB"/>
              </w:rPr>
            </w:pPr>
          </w:p>
          <w:p w14:paraId="15166102" w14:textId="71699E4E" w:rsidR="004048BE" w:rsidRPr="00E00202" w:rsidRDefault="00780FED" w:rsidP="009C54AE">
            <w:pPr>
              <w:pStyle w:val="Punktygwne"/>
              <w:spacing w:before="0" w:after="0"/>
              <w:rPr>
                <w:b w:val="0"/>
                <w:iCs/>
                <w:smallCaps w:val="0"/>
                <w:color w:val="000000"/>
                <w:sz w:val="22"/>
                <w:lang w:val="en-GB"/>
              </w:rPr>
            </w:pPr>
            <w:r w:rsidRPr="00E00202">
              <w:rPr>
                <w:b w:val="0"/>
                <w:iCs/>
                <w:smallCaps w:val="0"/>
                <w:color w:val="000000"/>
                <w:sz w:val="22"/>
                <w:lang w:val="en-GB"/>
              </w:rPr>
              <w:t xml:space="preserve">Mann M., Steve, </w:t>
            </w:r>
            <w:proofErr w:type="spellStart"/>
            <w:r w:rsidRPr="00E00202">
              <w:rPr>
                <w:b w:val="0"/>
                <w:iCs/>
                <w:smallCaps w:val="0"/>
                <w:color w:val="000000"/>
                <w:sz w:val="22"/>
                <w:lang w:val="en-GB"/>
              </w:rPr>
              <w:t>Taylore</w:t>
            </w:r>
            <w:proofErr w:type="spellEnd"/>
            <w:r w:rsidRPr="00E00202">
              <w:rPr>
                <w:b w:val="0"/>
                <w:iCs/>
                <w:smallCaps w:val="0"/>
                <w:color w:val="000000"/>
                <w:sz w:val="22"/>
                <w:lang w:val="en-GB"/>
              </w:rPr>
              <w:t>-Knowles S.,</w:t>
            </w:r>
            <w:r w:rsidR="00FA1DF4" w:rsidRPr="00E00202">
              <w:rPr>
                <w:b w:val="0"/>
                <w:iCs/>
                <w:smallCaps w:val="0"/>
                <w:color w:val="000000"/>
                <w:sz w:val="22"/>
                <w:lang w:val="en-GB"/>
              </w:rPr>
              <w:t xml:space="preserve"> </w:t>
            </w:r>
            <w:r w:rsidR="00E066F7" w:rsidRPr="00E00202">
              <w:rPr>
                <w:b w:val="0"/>
                <w:i/>
                <w:smallCaps w:val="0"/>
                <w:color w:val="000000"/>
                <w:sz w:val="22"/>
                <w:lang w:val="en-GB"/>
              </w:rPr>
              <w:t>Destination B2 Grammar &amp; Vocabulary</w:t>
            </w:r>
            <w:r w:rsidRPr="00E00202">
              <w:rPr>
                <w:b w:val="0"/>
                <w:iCs/>
                <w:smallCaps w:val="0"/>
                <w:color w:val="000000"/>
                <w:sz w:val="22"/>
                <w:lang w:val="en-GB"/>
              </w:rPr>
              <w:t xml:space="preserve">, </w:t>
            </w:r>
            <w:proofErr w:type="spellStart"/>
            <w:r w:rsidR="002541C3" w:rsidRPr="00E00202">
              <w:rPr>
                <w:b w:val="0"/>
                <w:iCs/>
                <w:smallCaps w:val="0"/>
                <w:color w:val="000000"/>
                <w:sz w:val="22"/>
                <w:lang w:val="en-GB"/>
              </w:rPr>
              <w:t>wyd</w:t>
            </w:r>
            <w:proofErr w:type="spellEnd"/>
            <w:r w:rsidR="002541C3" w:rsidRPr="00E00202">
              <w:rPr>
                <w:b w:val="0"/>
                <w:iCs/>
                <w:smallCaps w:val="0"/>
                <w:color w:val="000000"/>
                <w:sz w:val="22"/>
                <w:lang w:val="en-GB"/>
              </w:rPr>
              <w:t>. Macmillan, Oxford 2008</w:t>
            </w:r>
          </w:p>
          <w:p w14:paraId="3D2E652B" w14:textId="7BEB0E25" w:rsidR="00EE4CA9" w:rsidRPr="00E00202" w:rsidRDefault="004048BE" w:rsidP="009C54AE">
            <w:pPr>
              <w:pStyle w:val="Punktygwne"/>
              <w:spacing w:before="0" w:after="0"/>
              <w:rPr>
                <w:b w:val="0"/>
                <w:iCs/>
                <w:smallCaps w:val="0"/>
                <w:color w:val="000000"/>
                <w:sz w:val="22"/>
                <w:lang w:val="en-GB"/>
              </w:rPr>
            </w:pPr>
            <w:proofErr w:type="spellStart"/>
            <w:r w:rsidRPr="00E00202">
              <w:rPr>
                <w:b w:val="0"/>
                <w:iCs/>
                <w:smallCaps w:val="0"/>
                <w:color w:val="000000"/>
                <w:sz w:val="22"/>
                <w:lang w:val="en-GB"/>
              </w:rPr>
              <w:t>Hewings</w:t>
            </w:r>
            <w:proofErr w:type="spellEnd"/>
            <w:r w:rsidRPr="00E00202">
              <w:rPr>
                <w:b w:val="0"/>
                <w:iCs/>
                <w:smallCaps w:val="0"/>
                <w:color w:val="000000"/>
                <w:sz w:val="22"/>
                <w:lang w:val="en-GB"/>
              </w:rPr>
              <w:t xml:space="preserve"> M., </w:t>
            </w:r>
            <w:r w:rsidRPr="00E00202">
              <w:rPr>
                <w:b w:val="0"/>
                <w:i/>
                <w:smallCaps w:val="0"/>
                <w:color w:val="000000"/>
                <w:sz w:val="22"/>
                <w:lang w:val="en-GB"/>
              </w:rPr>
              <w:t>Cambridge Academic English B2 Upper Intermediate</w:t>
            </w:r>
            <w:r w:rsidRPr="00E00202">
              <w:rPr>
                <w:b w:val="0"/>
                <w:iCs/>
                <w:smallCaps w:val="0"/>
                <w:color w:val="000000"/>
                <w:sz w:val="22"/>
                <w:lang w:val="en-GB"/>
              </w:rPr>
              <w:t>, Cambridge University Press, Cambridge 2012</w:t>
            </w:r>
          </w:p>
          <w:p w14:paraId="74635F79" w14:textId="038A8C5E" w:rsidR="00EE4CA9" w:rsidRPr="00E00202" w:rsidRDefault="00FA1DF4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  <w:lang w:val="en-GB"/>
              </w:rPr>
            </w:pPr>
            <w:r w:rsidRPr="00E00202">
              <w:rPr>
                <w:b w:val="0"/>
                <w:smallCaps w:val="0"/>
                <w:color w:val="000000"/>
                <w:sz w:val="22"/>
                <w:lang w:val="en-GB"/>
              </w:rPr>
              <w:t xml:space="preserve">Dooley J., Evans V., </w:t>
            </w:r>
            <w:proofErr w:type="spellStart"/>
            <w:r w:rsidRPr="00E00202">
              <w:rPr>
                <w:b w:val="0"/>
                <w:i/>
                <w:smallCaps w:val="0"/>
                <w:color w:val="000000"/>
                <w:sz w:val="22"/>
                <w:lang w:val="en-GB"/>
              </w:rPr>
              <w:t>Grammarway</w:t>
            </w:r>
            <w:proofErr w:type="spellEnd"/>
            <w:r w:rsidRPr="00E00202">
              <w:rPr>
                <w:b w:val="0"/>
                <w:i/>
                <w:smallCaps w:val="0"/>
                <w:color w:val="000000"/>
                <w:sz w:val="22"/>
                <w:lang w:val="en-GB"/>
              </w:rPr>
              <w:t xml:space="preserve"> 3</w:t>
            </w:r>
            <w:r w:rsidRPr="00E00202">
              <w:rPr>
                <w:b w:val="0"/>
                <w:smallCaps w:val="0"/>
                <w:color w:val="000000"/>
                <w:sz w:val="22"/>
                <w:lang w:val="en-GB"/>
              </w:rPr>
              <w:t>, Express Publishing, Berkshire 2016</w:t>
            </w:r>
          </w:p>
          <w:p w14:paraId="29BA1A92" w14:textId="4FD5AC68" w:rsidR="00AC558A" w:rsidRPr="00E00202" w:rsidRDefault="00AC558A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E00202">
              <w:rPr>
                <w:b w:val="0"/>
                <w:smallCaps w:val="0"/>
                <w:color w:val="000000"/>
                <w:sz w:val="22"/>
              </w:rPr>
              <w:t xml:space="preserve">Materiały dla Instytutu Pedagogiki na stronie: </w:t>
            </w:r>
          </w:p>
          <w:p w14:paraId="176A76B1" w14:textId="07577AA4" w:rsidR="00FA1DF4" w:rsidRPr="00183034" w:rsidRDefault="00AC558A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E00202">
              <w:rPr>
                <w:b w:val="0"/>
                <w:smallCaps w:val="0"/>
                <w:color w:val="000000"/>
                <w:sz w:val="22"/>
              </w:rPr>
              <w:t>https://e-dydaktyka.uniwnet.com</w:t>
            </w:r>
          </w:p>
        </w:tc>
      </w:tr>
    </w:tbl>
    <w:p w14:paraId="53F92590" w14:textId="77777777" w:rsidR="0085747A" w:rsidRPr="00E00202" w:rsidRDefault="0085747A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14:paraId="1822EE84" w14:textId="77777777" w:rsidR="0085747A" w:rsidRPr="00E00202" w:rsidRDefault="0085747A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14:paraId="0F24F255" w14:textId="2968D640" w:rsidR="0085747A" w:rsidRPr="00174D0F" w:rsidRDefault="0085747A" w:rsidP="00F83B28">
      <w:pPr>
        <w:pStyle w:val="Punktygwne"/>
        <w:spacing w:before="0" w:after="0"/>
        <w:ind w:left="360"/>
        <w:rPr>
          <w:sz w:val="22"/>
        </w:rPr>
      </w:pPr>
      <w:r w:rsidRPr="00174D0F">
        <w:rPr>
          <w:smallCaps w:val="0"/>
          <w:sz w:val="22"/>
        </w:rPr>
        <w:t>Akceptacja Kierownika Jednostki lub osoby upoważnionej</w:t>
      </w:r>
      <w:r w:rsidR="002541C3" w:rsidRPr="00174D0F">
        <w:rPr>
          <w:smallCaps w:val="0"/>
          <w:sz w:val="22"/>
        </w:rPr>
        <w:t xml:space="preserve"> </w:t>
      </w:r>
    </w:p>
    <w:sectPr w:rsidR="0085747A" w:rsidRPr="00174D0F" w:rsidSect="00E00202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427E89" w14:textId="77777777" w:rsidR="004E0300" w:rsidRDefault="004E0300" w:rsidP="00C16ABF">
      <w:pPr>
        <w:spacing w:after="0" w:line="240" w:lineRule="auto"/>
      </w:pPr>
      <w:r>
        <w:separator/>
      </w:r>
    </w:p>
  </w:endnote>
  <w:endnote w:type="continuationSeparator" w:id="0">
    <w:p w14:paraId="627D0873" w14:textId="77777777" w:rsidR="004E0300" w:rsidRDefault="004E030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1CC891" w14:textId="77777777" w:rsidR="004E0300" w:rsidRDefault="004E0300" w:rsidP="00C16ABF">
      <w:pPr>
        <w:spacing w:after="0" w:line="240" w:lineRule="auto"/>
      </w:pPr>
      <w:r>
        <w:separator/>
      </w:r>
    </w:p>
  </w:footnote>
  <w:footnote w:type="continuationSeparator" w:id="0">
    <w:p w14:paraId="543CAD5E" w14:textId="77777777" w:rsidR="004E0300" w:rsidRDefault="004E0300" w:rsidP="00C16ABF">
      <w:pPr>
        <w:spacing w:after="0" w:line="240" w:lineRule="auto"/>
      </w:pPr>
      <w:r>
        <w:continuationSeparator/>
      </w:r>
    </w:p>
  </w:footnote>
  <w:footnote w:id="1">
    <w:p w14:paraId="78FA373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2B86FB5"/>
    <w:multiLevelType w:val="hybridMultilevel"/>
    <w:tmpl w:val="779066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4915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1A87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D0F"/>
    <w:rsid w:val="00176083"/>
    <w:rsid w:val="00176858"/>
    <w:rsid w:val="00182D93"/>
    <w:rsid w:val="00183034"/>
    <w:rsid w:val="00192F37"/>
    <w:rsid w:val="001A70D2"/>
    <w:rsid w:val="001B1FEB"/>
    <w:rsid w:val="001B54AA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41C3"/>
    <w:rsid w:val="00254EE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031F"/>
    <w:rsid w:val="002F02A3"/>
    <w:rsid w:val="002F4ABE"/>
    <w:rsid w:val="003018BA"/>
    <w:rsid w:val="003032AB"/>
    <w:rsid w:val="0030395F"/>
    <w:rsid w:val="0030488B"/>
    <w:rsid w:val="00305C92"/>
    <w:rsid w:val="003075E0"/>
    <w:rsid w:val="003151C5"/>
    <w:rsid w:val="00321C54"/>
    <w:rsid w:val="003343CF"/>
    <w:rsid w:val="003417A9"/>
    <w:rsid w:val="00346FE9"/>
    <w:rsid w:val="0034759A"/>
    <w:rsid w:val="003501AA"/>
    <w:rsid w:val="003503F6"/>
    <w:rsid w:val="003530DD"/>
    <w:rsid w:val="00363F78"/>
    <w:rsid w:val="003A0A5B"/>
    <w:rsid w:val="003A1176"/>
    <w:rsid w:val="003A2EB2"/>
    <w:rsid w:val="003A3059"/>
    <w:rsid w:val="003C0BAE"/>
    <w:rsid w:val="003C5F68"/>
    <w:rsid w:val="003D18A9"/>
    <w:rsid w:val="003D6CE2"/>
    <w:rsid w:val="003E1941"/>
    <w:rsid w:val="003E2FE6"/>
    <w:rsid w:val="003E49D5"/>
    <w:rsid w:val="003F205D"/>
    <w:rsid w:val="003F38C0"/>
    <w:rsid w:val="004048BE"/>
    <w:rsid w:val="00414E3C"/>
    <w:rsid w:val="0042244A"/>
    <w:rsid w:val="0042624A"/>
    <w:rsid w:val="0042745A"/>
    <w:rsid w:val="00431D5C"/>
    <w:rsid w:val="004362C6"/>
    <w:rsid w:val="00437FA2"/>
    <w:rsid w:val="00445970"/>
    <w:rsid w:val="00461EFC"/>
    <w:rsid w:val="0046364C"/>
    <w:rsid w:val="004652C2"/>
    <w:rsid w:val="004706D1"/>
    <w:rsid w:val="00471326"/>
    <w:rsid w:val="0047598D"/>
    <w:rsid w:val="004775E0"/>
    <w:rsid w:val="004840FD"/>
    <w:rsid w:val="00490F7D"/>
    <w:rsid w:val="00491678"/>
    <w:rsid w:val="00494B15"/>
    <w:rsid w:val="004968E2"/>
    <w:rsid w:val="004A3EEA"/>
    <w:rsid w:val="004A4D1F"/>
    <w:rsid w:val="004D5282"/>
    <w:rsid w:val="004E0300"/>
    <w:rsid w:val="004F1551"/>
    <w:rsid w:val="004F55A3"/>
    <w:rsid w:val="004F69A1"/>
    <w:rsid w:val="0050496F"/>
    <w:rsid w:val="00513B6F"/>
    <w:rsid w:val="00517C63"/>
    <w:rsid w:val="005363C4"/>
    <w:rsid w:val="00536BDE"/>
    <w:rsid w:val="00543ACC"/>
    <w:rsid w:val="00553306"/>
    <w:rsid w:val="00561880"/>
    <w:rsid w:val="0056696D"/>
    <w:rsid w:val="0059484D"/>
    <w:rsid w:val="005A0855"/>
    <w:rsid w:val="005A3196"/>
    <w:rsid w:val="005C080F"/>
    <w:rsid w:val="005C4214"/>
    <w:rsid w:val="005C55E5"/>
    <w:rsid w:val="005C696A"/>
    <w:rsid w:val="005E6E85"/>
    <w:rsid w:val="005F31D2"/>
    <w:rsid w:val="0061029B"/>
    <w:rsid w:val="00617230"/>
    <w:rsid w:val="00621CE1"/>
    <w:rsid w:val="00627FC9"/>
    <w:rsid w:val="00640077"/>
    <w:rsid w:val="00647FA8"/>
    <w:rsid w:val="00650C5F"/>
    <w:rsid w:val="00654934"/>
    <w:rsid w:val="006620D9"/>
    <w:rsid w:val="006711FD"/>
    <w:rsid w:val="00671958"/>
    <w:rsid w:val="00675843"/>
    <w:rsid w:val="00696477"/>
    <w:rsid w:val="006B296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6481"/>
    <w:rsid w:val="00763BF1"/>
    <w:rsid w:val="00764893"/>
    <w:rsid w:val="00766FD4"/>
    <w:rsid w:val="007776A1"/>
    <w:rsid w:val="00780FED"/>
    <w:rsid w:val="0078168C"/>
    <w:rsid w:val="00787C2A"/>
    <w:rsid w:val="007901DF"/>
    <w:rsid w:val="00790E27"/>
    <w:rsid w:val="0079240A"/>
    <w:rsid w:val="00797728"/>
    <w:rsid w:val="007A4022"/>
    <w:rsid w:val="007A6E6E"/>
    <w:rsid w:val="007C3299"/>
    <w:rsid w:val="007C3BCC"/>
    <w:rsid w:val="007C4546"/>
    <w:rsid w:val="007D1504"/>
    <w:rsid w:val="007D6E56"/>
    <w:rsid w:val="007F4155"/>
    <w:rsid w:val="0081554D"/>
    <w:rsid w:val="00816F6B"/>
    <w:rsid w:val="0081707E"/>
    <w:rsid w:val="008449B3"/>
    <w:rsid w:val="008552A2"/>
    <w:rsid w:val="0085747A"/>
    <w:rsid w:val="00884922"/>
    <w:rsid w:val="00885F64"/>
    <w:rsid w:val="008917F9"/>
    <w:rsid w:val="008931C3"/>
    <w:rsid w:val="0089514D"/>
    <w:rsid w:val="008A45F7"/>
    <w:rsid w:val="008C003B"/>
    <w:rsid w:val="008C0CC0"/>
    <w:rsid w:val="008C19A9"/>
    <w:rsid w:val="008C379D"/>
    <w:rsid w:val="008C5147"/>
    <w:rsid w:val="008C5359"/>
    <w:rsid w:val="008C5363"/>
    <w:rsid w:val="008D2865"/>
    <w:rsid w:val="008D3DFB"/>
    <w:rsid w:val="008E64F4"/>
    <w:rsid w:val="008F12C9"/>
    <w:rsid w:val="008F3480"/>
    <w:rsid w:val="008F6E29"/>
    <w:rsid w:val="00911C60"/>
    <w:rsid w:val="00916188"/>
    <w:rsid w:val="00921607"/>
    <w:rsid w:val="00923D7D"/>
    <w:rsid w:val="00932C9C"/>
    <w:rsid w:val="00937312"/>
    <w:rsid w:val="009444D8"/>
    <w:rsid w:val="009508DF"/>
    <w:rsid w:val="00950DAC"/>
    <w:rsid w:val="00954A07"/>
    <w:rsid w:val="00997F14"/>
    <w:rsid w:val="009A466B"/>
    <w:rsid w:val="009A78D9"/>
    <w:rsid w:val="009C3E31"/>
    <w:rsid w:val="009C54AE"/>
    <w:rsid w:val="009C788E"/>
    <w:rsid w:val="009D3F3B"/>
    <w:rsid w:val="009E0543"/>
    <w:rsid w:val="009E169B"/>
    <w:rsid w:val="009E3B41"/>
    <w:rsid w:val="009F220F"/>
    <w:rsid w:val="009F3C5C"/>
    <w:rsid w:val="009F4610"/>
    <w:rsid w:val="00A00ECC"/>
    <w:rsid w:val="00A155EE"/>
    <w:rsid w:val="00A2245B"/>
    <w:rsid w:val="00A23AA7"/>
    <w:rsid w:val="00A30110"/>
    <w:rsid w:val="00A36899"/>
    <w:rsid w:val="00A371F6"/>
    <w:rsid w:val="00A43BF6"/>
    <w:rsid w:val="00A53FA5"/>
    <w:rsid w:val="00A54817"/>
    <w:rsid w:val="00A601C8"/>
    <w:rsid w:val="00A60799"/>
    <w:rsid w:val="00A81E05"/>
    <w:rsid w:val="00A82E0E"/>
    <w:rsid w:val="00A84C85"/>
    <w:rsid w:val="00A97DE1"/>
    <w:rsid w:val="00AB053C"/>
    <w:rsid w:val="00AC2FD0"/>
    <w:rsid w:val="00AC558A"/>
    <w:rsid w:val="00AD1146"/>
    <w:rsid w:val="00AD27D3"/>
    <w:rsid w:val="00AD66D6"/>
    <w:rsid w:val="00AE1160"/>
    <w:rsid w:val="00AE203C"/>
    <w:rsid w:val="00AE2E74"/>
    <w:rsid w:val="00AE5FCB"/>
    <w:rsid w:val="00AE6038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0F4C"/>
    <w:rsid w:val="00B819C8"/>
    <w:rsid w:val="00B82308"/>
    <w:rsid w:val="00B90885"/>
    <w:rsid w:val="00BB520A"/>
    <w:rsid w:val="00BD3869"/>
    <w:rsid w:val="00BD66E9"/>
    <w:rsid w:val="00BD6FF4"/>
    <w:rsid w:val="00BE44EF"/>
    <w:rsid w:val="00BE759A"/>
    <w:rsid w:val="00BF2C41"/>
    <w:rsid w:val="00C058B4"/>
    <w:rsid w:val="00C05F44"/>
    <w:rsid w:val="00C131B5"/>
    <w:rsid w:val="00C16ABF"/>
    <w:rsid w:val="00C170AE"/>
    <w:rsid w:val="00C26CB7"/>
    <w:rsid w:val="00C3071B"/>
    <w:rsid w:val="00C324C1"/>
    <w:rsid w:val="00C3331A"/>
    <w:rsid w:val="00C36992"/>
    <w:rsid w:val="00C52F15"/>
    <w:rsid w:val="00C5372F"/>
    <w:rsid w:val="00C56036"/>
    <w:rsid w:val="00C603F1"/>
    <w:rsid w:val="00C61DC5"/>
    <w:rsid w:val="00C67E92"/>
    <w:rsid w:val="00C70A26"/>
    <w:rsid w:val="00C766DF"/>
    <w:rsid w:val="00C92093"/>
    <w:rsid w:val="00C94B98"/>
    <w:rsid w:val="00CA2B96"/>
    <w:rsid w:val="00CA5089"/>
    <w:rsid w:val="00CC6BA1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7E73"/>
    <w:rsid w:val="00DC24BF"/>
    <w:rsid w:val="00DC5E03"/>
    <w:rsid w:val="00DE09C0"/>
    <w:rsid w:val="00DE4A14"/>
    <w:rsid w:val="00DF320D"/>
    <w:rsid w:val="00DF71C8"/>
    <w:rsid w:val="00E00202"/>
    <w:rsid w:val="00E066F7"/>
    <w:rsid w:val="00E07425"/>
    <w:rsid w:val="00E129B8"/>
    <w:rsid w:val="00E16A24"/>
    <w:rsid w:val="00E21E7D"/>
    <w:rsid w:val="00E22FBC"/>
    <w:rsid w:val="00E24BF5"/>
    <w:rsid w:val="00E25338"/>
    <w:rsid w:val="00E51E44"/>
    <w:rsid w:val="00E63348"/>
    <w:rsid w:val="00E73B15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0BA5"/>
    <w:rsid w:val="00EE32DE"/>
    <w:rsid w:val="00EE4CA9"/>
    <w:rsid w:val="00EE5457"/>
    <w:rsid w:val="00F0138A"/>
    <w:rsid w:val="00F070AB"/>
    <w:rsid w:val="00F12479"/>
    <w:rsid w:val="00F13DBA"/>
    <w:rsid w:val="00F17567"/>
    <w:rsid w:val="00F20571"/>
    <w:rsid w:val="00F27A7B"/>
    <w:rsid w:val="00F526AF"/>
    <w:rsid w:val="00F617C3"/>
    <w:rsid w:val="00F7066B"/>
    <w:rsid w:val="00F71334"/>
    <w:rsid w:val="00F83B28"/>
    <w:rsid w:val="00F974DA"/>
    <w:rsid w:val="00FA1DF4"/>
    <w:rsid w:val="00FA46E5"/>
    <w:rsid w:val="00FB7DBA"/>
    <w:rsid w:val="00FC1C25"/>
    <w:rsid w:val="00FC3F45"/>
    <w:rsid w:val="00FD503F"/>
    <w:rsid w:val="00FD527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1A5DD"/>
  <w15:docId w15:val="{367A11C6-567C-4A0E-A449-C94D00DF6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46AF4-5E0C-45E8-A34B-D2EEAC049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6</Pages>
  <Words>1884</Words>
  <Characters>11308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piotr</cp:lastModifiedBy>
  <cp:revision>3</cp:revision>
  <cp:lastPrinted>2019-02-06T12:12:00Z</cp:lastPrinted>
  <dcterms:created xsi:type="dcterms:W3CDTF">2021-01-11T13:34:00Z</dcterms:created>
  <dcterms:modified xsi:type="dcterms:W3CDTF">2021-01-11T13:34:00Z</dcterms:modified>
</cp:coreProperties>
</file>